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6F3D3" w14:textId="044D0421"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FD4887E" w14:textId="77777777"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17853560" w14:textId="0B063BB3"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ALLEGATO </w:t>
      </w:r>
      <w:r w:rsidR="00242DF6">
        <w:rPr>
          <w:rFonts w:ascii="Times New Roman" w:hAnsi="Times New Roman"/>
          <w:b/>
          <w:sz w:val="22"/>
          <w:szCs w:val="22"/>
        </w:rPr>
        <w:t>1</w:t>
      </w:r>
    </w:p>
    <w:p w14:paraId="6C5D5C98" w14:textId="77777777"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DOMANDA DI PARTECIPAZIONE</w:t>
      </w:r>
    </w:p>
    <w:p w14:paraId="54B62050" w14:textId="77777777" w:rsidR="001777E6" w:rsidRPr="001777E6" w:rsidRDefault="001777E6" w:rsidP="001777E6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1777E6">
        <w:rPr>
          <w:rFonts w:ascii="Times New Roman" w:hAnsi="Times New Roman"/>
          <w:b/>
          <w:i/>
          <w:sz w:val="22"/>
          <w:szCs w:val="22"/>
        </w:rPr>
        <w:t>(da compilare in carta semplice)</w:t>
      </w:r>
    </w:p>
    <w:p w14:paraId="6A0288E2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E4A2E8C" w14:textId="77777777"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EE8B900" w14:textId="77777777"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410E36DA" w14:textId="77777777"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 Consorzio di Bonifica del Sannio Alifano</w:t>
      </w:r>
      <w:r w:rsidRPr="001777E6">
        <w:rPr>
          <w:rFonts w:ascii="Times New Roman" w:hAnsi="Times New Roman"/>
          <w:sz w:val="22"/>
          <w:szCs w:val="22"/>
        </w:rPr>
        <w:br/>
        <w:t>Responsabile del Procedimento</w:t>
      </w:r>
    </w:p>
    <w:p w14:paraId="595B1ACA" w14:textId="77777777" w:rsidR="001777E6" w:rsidRPr="001777E6" w:rsidRDefault="00E473DB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Dott. Antimo Di Biasio</w:t>
      </w:r>
    </w:p>
    <w:p w14:paraId="171FB02C" w14:textId="77777777"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Viale della Libertà 61</w:t>
      </w:r>
    </w:p>
    <w:p w14:paraId="35B633F8" w14:textId="77777777" w:rsid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81016</w:t>
      </w:r>
      <w:r w:rsidRPr="001777E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Piedimonte Matese (CE)</w:t>
      </w:r>
    </w:p>
    <w:p w14:paraId="149BD4BB" w14:textId="77777777" w:rsidR="00466699" w:rsidRPr="00466699" w:rsidRDefault="00466699" w:rsidP="00466699">
      <w:pPr>
        <w:jc w:val="right"/>
        <w:rPr>
          <w:rFonts w:ascii="Times New Roman" w:hAnsi="Times New Roman"/>
          <w:color w:val="auto"/>
          <w:sz w:val="22"/>
          <w:szCs w:val="22"/>
          <w:u w:val="single"/>
        </w:rPr>
      </w:pPr>
      <w:r w:rsidRPr="00466699">
        <w:rPr>
          <w:rFonts w:ascii="Times New Roman" w:hAnsi="Times New Roman"/>
          <w:color w:val="auto"/>
          <w:sz w:val="22"/>
          <w:szCs w:val="22"/>
          <w:u w:val="single"/>
        </w:rPr>
        <w:t>personale.</w:t>
      </w:r>
      <w:hyperlink r:id="rId8" w:history="1">
        <w:r w:rsidRPr="00466699">
          <w:rPr>
            <w:rFonts w:ascii="Times New Roman" w:hAnsi="Times New Roman"/>
            <w:color w:val="auto"/>
            <w:sz w:val="22"/>
            <w:szCs w:val="22"/>
            <w:u w:val="single"/>
          </w:rPr>
          <w:t>sannioalifano@pec.it</w:t>
        </w:r>
      </w:hyperlink>
    </w:p>
    <w:p w14:paraId="2357FD75" w14:textId="77777777" w:rsidR="001F7F46" w:rsidRDefault="001F7F46" w:rsidP="001777E6">
      <w:pPr>
        <w:jc w:val="right"/>
        <w:rPr>
          <w:rFonts w:ascii="Times New Roman" w:hAnsi="Times New Roman"/>
          <w:sz w:val="22"/>
          <w:szCs w:val="22"/>
        </w:rPr>
      </w:pPr>
    </w:p>
    <w:p w14:paraId="01A340A2" w14:textId="77777777"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</w:t>
      </w:r>
    </w:p>
    <w:p w14:paraId="6EF33322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02FD869C" w14:textId="782727C8" w:rsidR="001777E6" w:rsidRPr="001777E6" w:rsidRDefault="001777E6" w:rsidP="001777E6">
      <w:pPr>
        <w:jc w:val="both"/>
        <w:rPr>
          <w:rFonts w:ascii="Times New Roman" w:eastAsia="MS Mincho" w:hAnsi="Times New Roman"/>
          <w:b/>
          <w:bCs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OGGETTO: </w:t>
      </w:r>
      <w:bookmarkStart w:id="0" w:name="_Hlk42163495"/>
      <w:r w:rsidR="00242DF6" w:rsidRPr="00242DF6">
        <w:rPr>
          <w:rFonts w:ascii="Times New Roman" w:hAnsi="Times New Roman"/>
          <w:b/>
          <w:bCs/>
          <w:sz w:val="22"/>
          <w:szCs w:val="22"/>
        </w:rPr>
        <w:t xml:space="preserve">DOMANDA DI AMMISSIONE ALLA </w:t>
      </w:r>
      <w:bookmarkStart w:id="1" w:name="_Hlk140509321"/>
      <w:r w:rsidR="00242DF6" w:rsidRPr="00242DF6">
        <w:rPr>
          <w:rFonts w:ascii="Times New Roman" w:hAnsi="Times New Roman"/>
          <w:b/>
          <w:bCs/>
          <w:sz w:val="22"/>
          <w:szCs w:val="22"/>
        </w:rPr>
        <w:t xml:space="preserve">SELEZIONE PUBBLICA PER TITOLI E COLLOQUIO PER LA COSTITUZIONE DI UNA GRADUATORIA FINALIZZATA ALL'ASSUNZIONE PER CHIAMATA, AI SENSI DELL'ART. 38 DEL C.C.N.L. PER I DIPENDENTI DEI CONSORZI DI BONIFICA E DI MIGLIORAMENTO FONDIARIO, DI N. 1 (UNO) </w:t>
      </w:r>
      <w:r w:rsidR="0017103E">
        <w:rPr>
          <w:rFonts w:ascii="Times New Roman" w:hAnsi="Times New Roman"/>
          <w:b/>
          <w:bCs/>
          <w:sz w:val="22"/>
          <w:szCs w:val="22"/>
        </w:rPr>
        <w:t xml:space="preserve">RESPONSABILE </w:t>
      </w:r>
      <w:r w:rsidR="00B80CDB">
        <w:rPr>
          <w:rFonts w:ascii="Times New Roman" w:hAnsi="Times New Roman"/>
          <w:b/>
          <w:bCs/>
          <w:sz w:val="22"/>
          <w:szCs w:val="22"/>
        </w:rPr>
        <w:t>TECNIC</w:t>
      </w:r>
      <w:r w:rsidR="0017103E">
        <w:rPr>
          <w:rFonts w:ascii="Times New Roman" w:hAnsi="Times New Roman"/>
          <w:b/>
          <w:bCs/>
          <w:sz w:val="22"/>
          <w:szCs w:val="22"/>
        </w:rPr>
        <w:t>O</w:t>
      </w:r>
      <w:r w:rsidR="00242DF6" w:rsidRPr="00242DF6">
        <w:rPr>
          <w:rFonts w:ascii="Times New Roman" w:hAnsi="Times New Roman"/>
          <w:b/>
          <w:bCs/>
          <w:sz w:val="22"/>
          <w:szCs w:val="22"/>
        </w:rPr>
        <w:t xml:space="preserve">, DA INQUADRARE, AGLI EFFETTI DEL </w:t>
      </w:r>
      <w:proofErr w:type="gramStart"/>
      <w:r w:rsidR="00242DF6" w:rsidRPr="00242DF6">
        <w:rPr>
          <w:rFonts w:ascii="Times New Roman" w:hAnsi="Times New Roman"/>
          <w:b/>
          <w:bCs/>
          <w:sz w:val="22"/>
          <w:szCs w:val="22"/>
        </w:rPr>
        <w:t>PREDETTO</w:t>
      </w:r>
      <w:proofErr w:type="gramEnd"/>
      <w:r w:rsidR="00242DF6" w:rsidRPr="00242DF6">
        <w:rPr>
          <w:rFonts w:ascii="Times New Roman" w:hAnsi="Times New Roman"/>
          <w:b/>
          <w:bCs/>
          <w:sz w:val="22"/>
          <w:szCs w:val="22"/>
        </w:rPr>
        <w:t xml:space="preserve"> CONTRATTO COLLETTIVO E DEL VIGENTE PIANO DI ORGANIZZAZIONE VARIABILE DEL CONSORZIO (POV), NELL'AREA "</w:t>
      </w:r>
      <w:r w:rsidR="0017103E">
        <w:rPr>
          <w:rFonts w:ascii="Times New Roman" w:hAnsi="Times New Roman"/>
          <w:b/>
          <w:bCs/>
          <w:sz w:val="22"/>
          <w:szCs w:val="22"/>
        </w:rPr>
        <w:t>A</w:t>
      </w:r>
      <w:r w:rsidR="00242DF6" w:rsidRPr="00242DF6">
        <w:rPr>
          <w:rFonts w:ascii="Times New Roman" w:hAnsi="Times New Roman"/>
          <w:b/>
          <w:bCs/>
          <w:sz w:val="22"/>
          <w:szCs w:val="22"/>
        </w:rPr>
        <w:t>" PARAMETRO 1</w:t>
      </w:r>
      <w:r w:rsidR="0017103E">
        <w:rPr>
          <w:rFonts w:ascii="Times New Roman" w:hAnsi="Times New Roman"/>
          <w:b/>
          <w:bCs/>
          <w:sz w:val="22"/>
          <w:szCs w:val="22"/>
        </w:rPr>
        <w:t>34</w:t>
      </w:r>
      <w:bookmarkEnd w:id="1"/>
      <w:r w:rsidR="00601D5D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601D5D" w:rsidRPr="00601D5D">
        <w:rPr>
          <w:rFonts w:ascii="Times New Roman" w:hAnsi="Times New Roman"/>
          <w:b/>
          <w:bCs/>
          <w:sz w:val="22"/>
          <w:szCs w:val="22"/>
        </w:rPr>
        <w:t>– UFFICIO LAVORI ED ESPROPRI</w:t>
      </w:r>
      <w:r w:rsidRPr="001777E6">
        <w:rPr>
          <w:rFonts w:ascii="Times New Roman" w:hAnsi="Times New Roman"/>
          <w:b/>
          <w:iCs/>
          <w:sz w:val="22"/>
          <w:szCs w:val="22"/>
        </w:rPr>
        <w:t>.</w:t>
      </w:r>
    </w:p>
    <w:p w14:paraId="5321B2DD" w14:textId="77777777" w:rsidR="001777E6" w:rsidRDefault="001777E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p w14:paraId="4ED797DC" w14:textId="77777777" w:rsidR="001F7F46" w:rsidRPr="001777E6" w:rsidRDefault="001F7F4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bookmarkEnd w:id="0"/>
    <w:p w14:paraId="3FE9C005" w14:textId="5E95FB6F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Il/la sottoscritto/a……………………………………</w:t>
      </w:r>
      <w:proofErr w:type="gramStart"/>
      <w:r w:rsidRPr="001777E6">
        <w:rPr>
          <w:rFonts w:ascii="Times New Roman" w:hAnsi="Times New Roman"/>
          <w:sz w:val="22"/>
          <w:szCs w:val="22"/>
        </w:rPr>
        <w:t>…….</w:t>
      </w:r>
      <w:proofErr w:type="gramEnd"/>
      <w:r w:rsidRPr="001777E6">
        <w:rPr>
          <w:rFonts w:ascii="Times New Roman" w:hAnsi="Times New Roman"/>
          <w:sz w:val="22"/>
          <w:szCs w:val="22"/>
        </w:rPr>
        <w:t>.……………………………. nato/a ………</w:t>
      </w:r>
      <w:proofErr w:type="gramStart"/>
      <w:r w:rsidRPr="001777E6">
        <w:rPr>
          <w:rFonts w:ascii="Times New Roman" w:hAnsi="Times New Roman"/>
          <w:sz w:val="22"/>
          <w:szCs w:val="22"/>
        </w:rPr>
        <w:t>…….</w:t>
      </w:r>
      <w:proofErr w:type="gramEnd"/>
      <w:r w:rsidRPr="001777E6">
        <w:rPr>
          <w:rFonts w:ascii="Times New Roman" w:hAnsi="Times New Roman"/>
          <w:sz w:val="22"/>
          <w:szCs w:val="22"/>
        </w:rPr>
        <w:t>.……</w:t>
      </w:r>
      <w:r w:rsidRPr="001777E6">
        <w:rPr>
          <w:rFonts w:ascii="Times New Roman" w:hAnsi="Times New Roman"/>
          <w:sz w:val="22"/>
          <w:szCs w:val="22"/>
        </w:rPr>
        <w:br/>
        <w:t xml:space="preserve">prov. …………… il ………………………… codice fiscale </w:t>
      </w:r>
      <w:proofErr w:type="gramStart"/>
      <w:r w:rsidRPr="001777E6">
        <w:rPr>
          <w:rFonts w:ascii="Times New Roman" w:hAnsi="Times New Roman"/>
          <w:sz w:val="22"/>
          <w:szCs w:val="22"/>
        </w:rPr>
        <w:t>…….</w:t>
      </w:r>
      <w:proofErr w:type="gramEnd"/>
      <w:r w:rsidRPr="001777E6">
        <w:rPr>
          <w:rFonts w:ascii="Times New Roman" w:hAnsi="Times New Roman"/>
          <w:sz w:val="22"/>
          <w:szCs w:val="22"/>
        </w:rPr>
        <w:t>.………………………………………………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residente in ……………………………………..…………. prov. (……..) Via/Piazza</w:t>
      </w:r>
      <w:proofErr w:type="gramStart"/>
      <w:r w:rsidRPr="001777E6">
        <w:rPr>
          <w:rFonts w:ascii="Times New Roman" w:hAnsi="Times New Roman"/>
          <w:sz w:val="22"/>
          <w:szCs w:val="22"/>
        </w:rPr>
        <w:t xml:space="preserve"> ….</w:t>
      </w:r>
      <w:proofErr w:type="gramEnd"/>
      <w:r w:rsidRPr="001777E6">
        <w:rPr>
          <w:rFonts w:ascii="Times New Roman" w:hAnsi="Times New Roman"/>
          <w:sz w:val="22"/>
          <w:szCs w:val="22"/>
        </w:rPr>
        <w:t>.…………………………</w:t>
      </w:r>
      <w:r w:rsidRPr="001777E6">
        <w:rPr>
          <w:rFonts w:ascii="Times New Roman" w:hAnsi="Times New Roman"/>
          <w:sz w:val="22"/>
          <w:szCs w:val="22"/>
        </w:rPr>
        <w:br/>
        <w:t>CAP……… indirizzo di posta elettronica ordinaria ………………………………………………………………..</w:t>
      </w:r>
      <w:r w:rsidRPr="001777E6">
        <w:rPr>
          <w:rFonts w:ascii="Times New Roman" w:hAnsi="Times New Roman"/>
          <w:sz w:val="22"/>
          <w:szCs w:val="22"/>
        </w:rPr>
        <w:br/>
        <w:t>indirizzo di posta elettronica certificata (PEC)…………………………………</w:t>
      </w:r>
      <w:r w:rsidR="00242DF6">
        <w:rPr>
          <w:rFonts w:ascii="Times New Roman" w:hAnsi="Times New Roman"/>
          <w:sz w:val="22"/>
          <w:szCs w:val="22"/>
        </w:rPr>
        <w:t>……………………..</w:t>
      </w:r>
      <w:r w:rsidRPr="001777E6">
        <w:rPr>
          <w:rFonts w:ascii="Times New Roman" w:hAnsi="Times New Roman"/>
          <w:sz w:val="22"/>
          <w:szCs w:val="22"/>
        </w:rPr>
        <w:t>……………….</w:t>
      </w:r>
    </w:p>
    <w:p w14:paraId="05784547" w14:textId="77777777"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20676E1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consapevole delle sanzioni e delle pene previste in caso di false attestazioni e di mendaci dichiarazioni, sotto la sua personale responsabilità, ai sensi dell’art. 47 del Dpr. n. 445 del 2000</w:t>
      </w:r>
    </w:p>
    <w:p w14:paraId="7D0B7784" w14:textId="77777777"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14:paraId="41C6246F" w14:textId="77777777" w:rsid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  <w:r w:rsidRPr="001777E6">
        <w:rPr>
          <w:rFonts w:ascii="Times New Roman" w:hAnsi="Times New Roman"/>
          <w:b/>
          <w:color w:val="2B2B2D"/>
          <w:sz w:val="22"/>
          <w:szCs w:val="22"/>
        </w:rPr>
        <w:t>DICHIARA</w:t>
      </w:r>
    </w:p>
    <w:p w14:paraId="697088BE" w14:textId="77777777" w:rsidR="001777E6" w:rsidRP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</w:p>
    <w:p w14:paraId="75BFCCAC" w14:textId="2849C176"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color w:val="2B2B2D"/>
          <w:sz w:val="22"/>
          <w:szCs w:val="22"/>
        </w:rPr>
        <w:t xml:space="preserve">di presentare la propria candidatura per </w:t>
      </w:r>
      <w:r w:rsidRPr="00242DF6">
        <w:rPr>
          <w:rFonts w:ascii="Times New Roman" w:hAnsi="Times New Roman"/>
          <w:bCs/>
          <w:sz w:val="22"/>
          <w:szCs w:val="22"/>
        </w:rPr>
        <w:t xml:space="preserve">la 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selezione pubblica per titoli e colloquio per la costituzione di una graduatoria finalizzata all'assunzione per chiamata, ai sensi dell'art. 38 del </w:t>
      </w:r>
      <w:r w:rsidR="005A194B" w:rsidRPr="00242DF6">
        <w:rPr>
          <w:rFonts w:ascii="Times New Roman" w:hAnsi="Times New Roman"/>
          <w:bCs/>
          <w:sz w:val="22"/>
          <w:szCs w:val="22"/>
        </w:rPr>
        <w:t xml:space="preserve">C.C.N.L. 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per i dipendenti dei </w:t>
      </w:r>
      <w:r w:rsidR="005A194B">
        <w:rPr>
          <w:rFonts w:ascii="Times New Roman" w:hAnsi="Times New Roman"/>
          <w:bCs/>
          <w:sz w:val="22"/>
          <w:szCs w:val="22"/>
        </w:rPr>
        <w:t>C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onsorzi di </w:t>
      </w:r>
      <w:r w:rsidR="005A194B">
        <w:rPr>
          <w:rFonts w:ascii="Times New Roman" w:hAnsi="Times New Roman"/>
          <w:bCs/>
          <w:sz w:val="22"/>
          <w:szCs w:val="22"/>
        </w:rPr>
        <w:t>B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onifica e di </w:t>
      </w:r>
      <w:r w:rsidR="005A194B">
        <w:rPr>
          <w:rFonts w:ascii="Times New Roman" w:hAnsi="Times New Roman"/>
          <w:bCs/>
          <w:sz w:val="22"/>
          <w:szCs w:val="22"/>
        </w:rPr>
        <w:t>M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iglioramento </w:t>
      </w:r>
      <w:r w:rsidR="005A194B">
        <w:rPr>
          <w:rFonts w:ascii="Times New Roman" w:hAnsi="Times New Roman"/>
          <w:bCs/>
          <w:sz w:val="22"/>
          <w:szCs w:val="22"/>
        </w:rPr>
        <w:t>F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ondiario, di n. 1 (uno) </w:t>
      </w:r>
      <w:r w:rsidR="0017103E">
        <w:rPr>
          <w:rFonts w:ascii="Times New Roman" w:hAnsi="Times New Roman"/>
          <w:bCs/>
          <w:sz w:val="22"/>
          <w:szCs w:val="22"/>
        </w:rPr>
        <w:t xml:space="preserve">Responsabile </w:t>
      </w:r>
      <w:r w:rsidR="00B80CDB">
        <w:rPr>
          <w:rFonts w:ascii="Times New Roman" w:hAnsi="Times New Roman"/>
          <w:bCs/>
          <w:sz w:val="22"/>
          <w:szCs w:val="22"/>
        </w:rPr>
        <w:t>Tecnico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, da inquadrare, agli effetti del </w:t>
      </w:r>
      <w:proofErr w:type="gramStart"/>
      <w:r w:rsidR="00242DF6" w:rsidRPr="00242DF6">
        <w:rPr>
          <w:rFonts w:ascii="Times New Roman" w:hAnsi="Times New Roman"/>
          <w:bCs/>
          <w:sz w:val="22"/>
          <w:szCs w:val="22"/>
        </w:rPr>
        <w:t>predetto</w:t>
      </w:r>
      <w:proofErr w:type="gramEnd"/>
      <w:r w:rsidR="00242DF6" w:rsidRPr="00242DF6">
        <w:rPr>
          <w:rFonts w:ascii="Times New Roman" w:hAnsi="Times New Roman"/>
          <w:bCs/>
          <w:sz w:val="22"/>
          <w:szCs w:val="22"/>
        </w:rPr>
        <w:t xml:space="preserve"> contratto collettivo e del vigente </w:t>
      </w:r>
      <w:r w:rsidR="005A194B">
        <w:rPr>
          <w:rFonts w:ascii="Times New Roman" w:hAnsi="Times New Roman"/>
          <w:bCs/>
          <w:sz w:val="22"/>
          <w:szCs w:val="22"/>
        </w:rPr>
        <w:t>P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iano di </w:t>
      </w:r>
      <w:r w:rsidR="005A194B">
        <w:rPr>
          <w:rFonts w:ascii="Times New Roman" w:hAnsi="Times New Roman"/>
          <w:bCs/>
          <w:sz w:val="22"/>
          <w:szCs w:val="22"/>
        </w:rPr>
        <w:t>O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rganizzazione </w:t>
      </w:r>
      <w:r w:rsidR="005A194B">
        <w:rPr>
          <w:rFonts w:ascii="Times New Roman" w:hAnsi="Times New Roman"/>
          <w:bCs/>
          <w:sz w:val="22"/>
          <w:szCs w:val="22"/>
        </w:rPr>
        <w:t>V</w:t>
      </w:r>
      <w:r w:rsidR="00242DF6" w:rsidRPr="00242DF6">
        <w:rPr>
          <w:rFonts w:ascii="Times New Roman" w:hAnsi="Times New Roman"/>
          <w:bCs/>
          <w:sz w:val="22"/>
          <w:szCs w:val="22"/>
        </w:rPr>
        <w:t xml:space="preserve">ariabile del </w:t>
      </w:r>
      <w:r w:rsidR="005A194B">
        <w:rPr>
          <w:rFonts w:ascii="Times New Roman" w:hAnsi="Times New Roman"/>
          <w:bCs/>
          <w:sz w:val="22"/>
          <w:szCs w:val="22"/>
        </w:rPr>
        <w:t>C</w:t>
      </w:r>
      <w:r w:rsidR="00242DF6" w:rsidRPr="00242DF6">
        <w:rPr>
          <w:rFonts w:ascii="Times New Roman" w:hAnsi="Times New Roman"/>
          <w:bCs/>
          <w:sz w:val="22"/>
          <w:szCs w:val="22"/>
        </w:rPr>
        <w:t>onsorzio (</w:t>
      </w:r>
      <w:r w:rsidR="00242DF6">
        <w:rPr>
          <w:rFonts w:ascii="Times New Roman" w:hAnsi="Times New Roman"/>
          <w:bCs/>
          <w:sz w:val="22"/>
          <w:szCs w:val="22"/>
        </w:rPr>
        <w:t>POV</w:t>
      </w:r>
      <w:r w:rsidR="00242DF6" w:rsidRPr="00242DF6">
        <w:rPr>
          <w:rFonts w:ascii="Times New Roman" w:hAnsi="Times New Roman"/>
          <w:bCs/>
          <w:sz w:val="22"/>
          <w:szCs w:val="22"/>
        </w:rPr>
        <w:t>), nell</w:t>
      </w:r>
      <w:r w:rsidR="00242DF6">
        <w:rPr>
          <w:rFonts w:ascii="Times New Roman" w:hAnsi="Times New Roman"/>
          <w:bCs/>
          <w:sz w:val="22"/>
          <w:szCs w:val="22"/>
        </w:rPr>
        <w:t>’A</w:t>
      </w:r>
      <w:r w:rsidR="00242DF6" w:rsidRPr="00242DF6">
        <w:rPr>
          <w:rFonts w:ascii="Times New Roman" w:hAnsi="Times New Roman"/>
          <w:bCs/>
          <w:sz w:val="22"/>
          <w:szCs w:val="22"/>
        </w:rPr>
        <w:t>rea "</w:t>
      </w:r>
      <w:r w:rsidR="0017103E">
        <w:rPr>
          <w:rFonts w:ascii="Times New Roman" w:hAnsi="Times New Roman"/>
          <w:bCs/>
          <w:sz w:val="22"/>
          <w:szCs w:val="22"/>
        </w:rPr>
        <w:t>A</w:t>
      </w:r>
      <w:r w:rsidR="00242DF6" w:rsidRPr="00242DF6">
        <w:rPr>
          <w:rFonts w:ascii="Times New Roman" w:hAnsi="Times New Roman"/>
          <w:bCs/>
          <w:sz w:val="22"/>
          <w:szCs w:val="22"/>
        </w:rPr>
        <w:t>" parametro 1</w:t>
      </w:r>
      <w:r w:rsidR="0017103E">
        <w:rPr>
          <w:rFonts w:ascii="Times New Roman" w:hAnsi="Times New Roman"/>
          <w:bCs/>
          <w:sz w:val="22"/>
          <w:szCs w:val="22"/>
        </w:rPr>
        <w:t>34</w:t>
      </w:r>
      <w:r w:rsidR="00601D5D">
        <w:rPr>
          <w:rFonts w:ascii="Times New Roman" w:hAnsi="Times New Roman"/>
          <w:bCs/>
          <w:sz w:val="22"/>
          <w:szCs w:val="22"/>
        </w:rPr>
        <w:t xml:space="preserve"> – Ufficio Lavori ed Espropri</w:t>
      </w:r>
      <w:r w:rsidR="00242DF6">
        <w:rPr>
          <w:rFonts w:ascii="Times New Roman" w:hAnsi="Times New Roman"/>
          <w:sz w:val="22"/>
          <w:szCs w:val="22"/>
        </w:rPr>
        <w:t>:</w:t>
      </w:r>
    </w:p>
    <w:p w14:paraId="5A1BD858" w14:textId="77777777" w:rsidR="00BE53C5" w:rsidRDefault="00BE53C5" w:rsidP="001777E6">
      <w:pPr>
        <w:jc w:val="both"/>
        <w:rPr>
          <w:rFonts w:ascii="Times New Roman" w:hAnsi="Times New Roman"/>
          <w:sz w:val="22"/>
          <w:szCs w:val="22"/>
        </w:rPr>
      </w:pPr>
    </w:p>
    <w:p w14:paraId="79479D87" w14:textId="7777777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</w:t>
      </w:r>
      <w:r w:rsidRPr="003D7704">
        <w:rPr>
          <w:rFonts w:ascii="Times New Roman" w:hAnsi="Times New Roman"/>
          <w:color w:val="2B2B2D"/>
          <w:sz w:val="22"/>
          <w:szCs w:val="22"/>
        </w:rPr>
        <w:t>essere</w:t>
      </w:r>
      <w:r w:rsidRPr="003D7704">
        <w:rPr>
          <w:rFonts w:ascii="Times New Roman" w:hAnsi="Times New Roman"/>
          <w:sz w:val="22"/>
          <w:szCs w:val="22"/>
        </w:rPr>
        <w:t xml:space="preserve"> cittadino italiano;</w:t>
      </w:r>
    </w:p>
    <w:p w14:paraId="4B734405" w14:textId="77777777" w:rsidR="00BE53C5" w:rsidRPr="003D7704" w:rsidRDefault="00BE53C5" w:rsidP="003D7704">
      <w:pPr>
        <w:pStyle w:val="Paragrafoelenco"/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200556F3" w14:textId="7777777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godere dei diritti civili e politici;</w:t>
      </w:r>
    </w:p>
    <w:p w14:paraId="07E567AC" w14:textId="77777777" w:rsidR="00BE53C5" w:rsidRPr="003D7704" w:rsidRDefault="00BE53C5" w:rsidP="003D7704">
      <w:pPr>
        <w:pStyle w:val="Paragrafoelenco"/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06C6D83A" w14:textId="7777777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  <w:u w:val="single"/>
        </w:rPr>
      </w:pPr>
      <w:r w:rsidRPr="003D7704">
        <w:rPr>
          <w:rFonts w:ascii="Times New Roman" w:hAnsi="Times New Roman"/>
          <w:sz w:val="22"/>
          <w:szCs w:val="22"/>
          <w:u w:val="single"/>
        </w:rPr>
        <w:t>riservato ai cittadini che non sono in possesso della cittadinanza italiana:</w:t>
      </w:r>
    </w:p>
    <w:p w14:paraId="6AEE9D60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2CC3B00B" w14:textId="10FD929F" w:rsidR="003D7704" w:rsidRPr="003D7704" w:rsidRDefault="003D7704" w:rsidP="003D7704">
      <w:pPr>
        <w:pStyle w:val="Paragrafoelenco"/>
        <w:numPr>
          <w:ilvl w:val="0"/>
          <w:numId w:val="8"/>
        </w:numPr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essere cittadino del seguente Stato dell’Unione Europea:                                                                                 </w:t>
      </w:r>
    </w:p>
    <w:p w14:paraId="6A45511D" w14:textId="77777777" w:rsidR="003D7704" w:rsidRPr="003D7704" w:rsidRDefault="003D7704" w:rsidP="003D7704">
      <w:pPr>
        <w:pStyle w:val="Paragrafoelenco"/>
        <w:numPr>
          <w:ilvl w:val="0"/>
          <w:numId w:val="8"/>
        </w:numPr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avere il godimento dei diritti civili e politici nello stato di appartenenza o provenienza;</w:t>
      </w:r>
    </w:p>
    <w:p w14:paraId="1A4A67FA" w14:textId="77777777" w:rsidR="001777E6" w:rsidRPr="003D7704" w:rsidRDefault="001777E6" w:rsidP="003D7704">
      <w:pPr>
        <w:pStyle w:val="Paragrafoelenco"/>
        <w:numPr>
          <w:ilvl w:val="0"/>
          <w:numId w:val="8"/>
        </w:numPr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lastRenderedPageBreak/>
        <w:t>di avere ottima conoscenza della lingua italiana;</w:t>
      </w:r>
    </w:p>
    <w:p w14:paraId="4FE2C3FE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262F55A2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non aver riportato condanne per reati che comportino la perdita dell’elettorato attivo e passivo o il licenziamento di diritto da parte di Ente Pubblico o Pubblica Amministrazione;</w:t>
      </w:r>
    </w:p>
    <w:p w14:paraId="2E44B527" w14:textId="77777777" w:rsidR="003D7704" w:rsidRPr="003D7704" w:rsidRDefault="003D7704" w:rsidP="003D7704">
      <w:pPr>
        <w:pStyle w:val="Paragrafoelenco"/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00F4E453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non aver riportato condanne penali che, salvo riabilitazione, possano impedire l’instaurarsi e il mantenimento di un rapporto di impiego presso una Pubblica Amministrazione; </w:t>
      </w:r>
    </w:p>
    <w:p w14:paraId="4D899FE9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4DE7E7AB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non essere stato/</w:t>
      </w:r>
      <w:proofErr w:type="gramStart"/>
      <w:r w:rsidRPr="003D7704">
        <w:rPr>
          <w:rFonts w:ascii="Times New Roman" w:hAnsi="Times New Roman"/>
          <w:sz w:val="22"/>
          <w:szCs w:val="22"/>
        </w:rPr>
        <w:t>a</w:t>
      </w:r>
      <w:proofErr w:type="gramEnd"/>
      <w:r w:rsidRPr="003D7704">
        <w:rPr>
          <w:rFonts w:ascii="Times New Roman" w:hAnsi="Times New Roman"/>
          <w:sz w:val="22"/>
          <w:szCs w:val="22"/>
        </w:rPr>
        <w:t xml:space="preserve"> destituito/a o dispensato/a dall’impiego presso Pubbliche Amministrazioni o decaduto/a per aver presentato documenti falsi o viziati da invalidità non sanabili né di essere stato interdetto dai pubblici uffici con sentenza passata in giudicato; </w:t>
      </w:r>
    </w:p>
    <w:p w14:paraId="7CE2EE1E" w14:textId="77777777" w:rsidR="00967289" w:rsidRPr="00967289" w:rsidRDefault="00967289" w:rsidP="00967289">
      <w:pPr>
        <w:pStyle w:val="Paragrafoelenco"/>
        <w:rPr>
          <w:rFonts w:ascii="Times New Roman" w:hAnsi="Times New Roman"/>
          <w:sz w:val="22"/>
          <w:szCs w:val="22"/>
        </w:rPr>
      </w:pPr>
    </w:p>
    <w:p w14:paraId="37DD4954" w14:textId="77777777" w:rsidR="00967289" w:rsidRDefault="00967289" w:rsidP="00967289">
      <w:pPr>
        <w:pStyle w:val="Paragrafoelenco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 non avere liti pendenti con il Consorzio; </w:t>
      </w:r>
    </w:p>
    <w:p w14:paraId="3F52F894" w14:textId="77777777" w:rsidR="00967289" w:rsidRDefault="00967289" w:rsidP="00967289">
      <w:pPr>
        <w:pStyle w:val="Paragrafoelenco"/>
        <w:rPr>
          <w:rFonts w:ascii="Times New Roman" w:hAnsi="Times New Roman"/>
          <w:sz w:val="22"/>
          <w:szCs w:val="22"/>
        </w:rPr>
      </w:pPr>
    </w:p>
    <w:p w14:paraId="6D17102B" w14:textId="77777777" w:rsidR="00967289" w:rsidRDefault="00967289" w:rsidP="00967289">
      <w:pPr>
        <w:pStyle w:val="Paragrafoelenco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 non eseguire opere o incarichi per conto del Consorzio; </w:t>
      </w:r>
    </w:p>
    <w:p w14:paraId="28D429A0" w14:textId="77777777" w:rsidR="00967289" w:rsidRDefault="00967289" w:rsidP="00967289">
      <w:pPr>
        <w:pStyle w:val="Paragrafoelenco"/>
        <w:rPr>
          <w:rFonts w:ascii="Times New Roman" w:hAnsi="Times New Roman"/>
          <w:sz w:val="22"/>
          <w:szCs w:val="22"/>
        </w:rPr>
      </w:pPr>
    </w:p>
    <w:p w14:paraId="6E4D9718" w14:textId="77777777" w:rsidR="00967289" w:rsidRDefault="00967289" w:rsidP="00967289">
      <w:pPr>
        <w:pStyle w:val="Paragrafoelenco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non avere debiti liquidi ed esigibili verso il Consorzio.;</w:t>
      </w:r>
    </w:p>
    <w:p w14:paraId="1A12770B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54AF68B5" w14:textId="77777777" w:rsid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essere fisicamente idoneo all’impiego; </w:t>
      </w:r>
    </w:p>
    <w:p w14:paraId="3930F9D7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6850C809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 xml:space="preserve">di essere in possesso di patente di guida </w:t>
      </w:r>
      <w:proofErr w:type="spellStart"/>
      <w:r w:rsidRPr="003D7704">
        <w:rPr>
          <w:rFonts w:ascii="Times New Roman" w:hAnsi="Times New Roman"/>
          <w:sz w:val="22"/>
          <w:szCs w:val="22"/>
        </w:rPr>
        <w:t>cat</w:t>
      </w:r>
      <w:proofErr w:type="spellEnd"/>
      <w:r w:rsidRPr="003D7704">
        <w:rPr>
          <w:rFonts w:ascii="Times New Roman" w:hAnsi="Times New Roman"/>
          <w:sz w:val="22"/>
          <w:szCs w:val="22"/>
        </w:rPr>
        <w:t xml:space="preserve">. B; </w:t>
      </w:r>
    </w:p>
    <w:p w14:paraId="33839AB1" w14:textId="77777777" w:rsidR="00BE53C5" w:rsidRPr="003D7704" w:rsidRDefault="00BE53C5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71256230" w14:textId="35959797" w:rsidR="001777E6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non essere/essere sottoposto a procedimenti penali;</w:t>
      </w:r>
    </w:p>
    <w:p w14:paraId="4234AFFE" w14:textId="77777777" w:rsidR="00BE53C5" w:rsidRPr="003D7704" w:rsidRDefault="00BE53C5" w:rsidP="003D7704">
      <w:pPr>
        <w:pStyle w:val="Paragrafoelenco"/>
        <w:ind w:left="426" w:hanging="426"/>
        <w:rPr>
          <w:rFonts w:ascii="Times New Roman" w:hAnsi="Times New Roman"/>
          <w:sz w:val="22"/>
          <w:szCs w:val="22"/>
        </w:rPr>
      </w:pPr>
    </w:p>
    <w:p w14:paraId="1DF26042" w14:textId="590AF234" w:rsidR="003D7704" w:rsidRPr="003D7704" w:rsidRDefault="001777E6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non essere collocato in quiescenza (art. 6 del DL 90/2014 convertito in Legge n. 114/2014)</w:t>
      </w:r>
      <w:r w:rsidR="003D7704">
        <w:rPr>
          <w:rFonts w:ascii="Times New Roman" w:hAnsi="Times New Roman"/>
          <w:sz w:val="22"/>
          <w:szCs w:val="22"/>
        </w:rPr>
        <w:t>;</w:t>
      </w:r>
    </w:p>
    <w:p w14:paraId="1CDB23A0" w14:textId="77777777" w:rsidR="003D7704" w:rsidRPr="003D7704" w:rsidRDefault="003D7704" w:rsidP="003D770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14:paraId="49F133B5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sz w:val="22"/>
          <w:szCs w:val="22"/>
        </w:rPr>
        <w:t>di possedere il titolo di studio, come previsto dall’Avviso in oggetto, ovvero diploma in ……………………………………………</w:t>
      </w:r>
      <w:proofErr w:type="gramStart"/>
      <w:r w:rsidRPr="003D7704">
        <w:rPr>
          <w:rFonts w:ascii="Times New Roman" w:hAnsi="Times New Roman"/>
          <w:sz w:val="22"/>
          <w:szCs w:val="22"/>
        </w:rPr>
        <w:t>…….</w:t>
      </w:r>
      <w:proofErr w:type="gramEnd"/>
      <w:r w:rsidRPr="003D7704">
        <w:rPr>
          <w:rFonts w:ascii="Times New Roman" w:hAnsi="Times New Roman"/>
          <w:sz w:val="22"/>
          <w:szCs w:val="22"/>
        </w:rPr>
        <w:t>.……………, conseguito in data ………………….. presso……</w:t>
      </w:r>
      <w:proofErr w:type="gramStart"/>
      <w:r w:rsidRPr="003D7704">
        <w:rPr>
          <w:rFonts w:ascii="Times New Roman" w:hAnsi="Times New Roman"/>
          <w:sz w:val="22"/>
          <w:szCs w:val="22"/>
        </w:rPr>
        <w:t>…….</w:t>
      </w:r>
      <w:proofErr w:type="gramEnd"/>
      <w:r w:rsidRPr="003D7704">
        <w:rPr>
          <w:rFonts w:ascii="Times New Roman" w:hAnsi="Times New Roman"/>
          <w:sz w:val="22"/>
          <w:szCs w:val="22"/>
        </w:rPr>
        <w:t xml:space="preserve">.……………………………………………………………………………………, con la votazione di ………………………………………..; </w:t>
      </w:r>
      <w:r w:rsidRPr="003D7704">
        <w:rPr>
          <w:rFonts w:ascii="Times New Roman" w:hAnsi="Times New Roman"/>
          <w:b/>
          <w:sz w:val="22"/>
          <w:szCs w:val="22"/>
        </w:rPr>
        <w:t>(ripetere per ogni titolo posseduto)</w:t>
      </w:r>
      <w:r>
        <w:rPr>
          <w:rFonts w:ascii="Times New Roman" w:hAnsi="Times New Roman"/>
          <w:b/>
          <w:sz w:val="22"/>
          <w:szCs w:val="22"/>
        </w:rPr>
        <w:t>;</w:t>
      </w:r>
    </w:p>
    <w:p w14:paraId="4559858A" w14:textId="77777777" w:rsidR="003D7704" w:rsidRPr="003D7704" w:rsidRDefault="003D7704" w:rsidP="003D7704">
      <w:pPr>
        <w:pStyle w:val="Paragrafoelenco"/>
        <w:ind w:left="426" w:hanging="426"/>
        <w:rPr>
          <w:rFonts w:ascii="Times New Roman" w:hAnsi="Times New Roman"/>
          <w:bCs/>
          <w:sz w:val="22"/>
          <w:szCs w:val="22"/>
        </w:rPr>
      </w:pPr>
    </w:p>
    <w:p w14:paraId="67468FD1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bCs/>
          <w:sz w:val="22"/>
          <w:szCs w:val="22"/>
        </w:rPr>
        <w:t>di aver preso visione integrale dell’Avviso pubblico e di accettare senza riserva alcuna tutte le condizioni contenute nello stesso nonché delle norme regolamentari e di legge ivi richiamate; </w:t>
      </w:r>
    </w:p>
    <w:p w14:paraId="1908340C" w14:textId="77777777" w:rsidR="003D7704" w:rsidRPr="003D7704" w:rsidRDefault="003D7704" w:rsidP="003D7704">
      <w:pPr>
        <w:pStyle w:val="Paragrafoelenco"/>
        <w:ind w:left="426" w:hanging="426"/>
        <w:rPr>
          <w:rFonts w:ascii="Times New Roman" w:hAnsi="Times New Roman"/>
          <w:bCs/>
          <w:sz w:val="22"/>
          <w:szCs w:val="22"/>
        </w:rPr>
      </w:pPr>
    </w:p>
    <w:p w14:paraId="039C8701" w14:textId="77777777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bCs/>
          <w:sz w:val="22"/>
          <w:szCs w:val="22"/>
        </w:rPr>
        <w:t>di aver letto l'informativa allegata all'Avviso e autorizzare il trattamento dei dati personali ai sensi del Dlgs 196 del 30 giugno 2003 e dell’art. 13 GDPR (Regolamento UE 2016/679) ai fini della partecipazione della presente procedura. </w:t>
      </w:r>
    </w:p>
    <w:p w14:paraId="26F3F57A" w14:textId="77777777" w:rsidR="003D7704" w:rsidRPr="003D7704" w:rsidRDefault="003D7704" w:rsidP="003D7704">
      <w:pPr>
        <w:pStyle w:val="Paragrafoelenco"/>
        <w:ind w:left="426" w:hanging="426"/>
        <w:rPr>
          <w:rFonts w:ascii="Times New Roman" w:hAnsi="Times New Roman"/>
          <w:bCs/>
          <w:sz w:val="22"/>
          <w:szCs w:val="22"/>
        </w:rPr>
      </w:pPr>
    </w:p>
    <w:p w14:paraId="331B5857" w14:textId="0D40A23C" w:rsidR="003D7704" w:rsidRPr="003D7704" w:rsidRDefault="003D7704" w:rsidP="003D7704">
      <w:pPr>
        <w:pStyle w:val="Paragrafoelenco"/>
        <w:numPr>
          <w:ilvl w:val="0"/>
          <w:numId w:val="7"/>
        </w:num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D7704">
        <w:rPr>
          <w:rFonts w:ascii="Times New Roman" w:hAnsi="Times New Roman"/>
          <w:bCs/>
          <w:sz w:val="22"/>
          <w:szCs w:val="22"/>
        </w:rPr>
        <w:t xml:space="preserve">di acconsentire che ogni comunicazione relativa alla procedura gli/le venga fatta al seguente indirizzo all’indirizzo di posta elettronica PEC ……………………………………………………………………………, impegnandosi a comunicare, per iscritto, le eventuali successive variazioni e riconoscendo che il </w:t>
      </w:r>
      <w:r w:rsidRPr="003D7704">
        <w:rPr>
          <w:rFonts w:ascii="Times New Roman" w:hAnsi="Times New Roman"/>
          <w:sz w:val="22"/>
          <w:szCs w:val="22"/>
        </w:rPr>
        <w:t>Consorzio di Bonifica del Sannio Alifano</w:t>
      </w:r>
      <w:r w:rsidRPr="003D7704">
        <w:rPr>
          <w:rFonts w:ascii="Times New Roman" w:hAnsi="Times New Roman"/>
          <w:bCs/>
          <w:sz w:val="22"/>
          <w:szCs w:val="22"/>
        </w:rPr>
        <w:t xml:space="preserve"> sarà esonerato da ogni responsabilità in caso di irreperibilità; </w:t>
      </w:r>
    </w:p>
    <w:p w14:paraId="7B83A2B9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2166C261" w14:textId="22131DDC" w:rsidR="001F7F46" w:rsidRPr="00AC4CCA" w:rsidRDefault="001777E6" w:rsidP="00AC4CCA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AC4CCA">
        <w:rPr>
          <w:rFonts w:ascii="Times New Roman" w:hAnsi="Times New Roman"/>
          <w:b/>
          <w:bCs/>
          <w:sz w:val="22"/>
          <w:szCs w:val="22"/>
        </w:rPr>
        <w:t>Il/La sottoscritto/a dichiara, inoltre, ai sensi del DPR n. 445/2000:</w:t>
      </w:r>
      <w:bookmarkStart w:id="2" w:name="page4"/>
      <w:bookmarkEnd w:id="2"/>
    </w:p>
    <w:p w14:paraId="7E3BBC7B" w14:textId="77777777" w:rsidR="001F7F46" w:rsidRPr="00AC4CCA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19242837" w14:textId="7BA99DB5" w:rsidR="00AC4CCA" w:rsidRDefault="003D7704" w:rsidP="007D6124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 xml:space="preserve">di essere in possesso dei seguenti ulteriori Titoli aggiuntivi, </w:t>
      </w:r>
      <w:r w:rsidR="00175390">
        <w:rPr>
          <w:rFonts w:ascii="Times New Roman" w:hAnsi="Times New Roman"/>
          <w:sz w:val="22"/>
          <w:szCs w:val="22"/>
        </w:rPr>
        <w:t>Laurea Magistrale in</w:t>
      </w:r>
      <w:r w:rsidRPr="00AC4CCA">
        <w:rPr>
          <w:rFonts w:ascii="Times New Roman" w:hAnsi="Times New Roman"/>
          <w:sz w:val="22"/>
          <w:szCs w:val="22"/>
        </w:rPr>
        <w:t xml:space="preserve"> (per motivi di spazio è possibile allegare apposita dichiarazione)</w:t>
      </w:r>
      <w:r w:rsidR="00AC4CCA">
        <w:rPr>
          <w:rFonts w:ascii="Times New Roman" w:hAnsi="Times New Roman"/>
          <w:sz w:val="22"/>
          <w:szCs w:val="22"/>
        </w:rPr>
        <w:t>:</w:t>
      </w:r>
    </w:p>
    <w:p w14:paraId="79658531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bookmarkStart w:id="3" w:name="_Hlk140510590"/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6B39E70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3D20F6B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CA668D1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70FF7F5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AA870A2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AF5CFCA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A6CB451" w14:textId="77777777" w:rsidR="00175390" w:rsidRDefault="00175390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</w:p>
    <w:p w14:paraId="5DD03233" w14:textId="50A4AB27" w:rsidR="00175390" w:rsidRDefault="00175390" w:rsidP="00175390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 xml:space="preserve">di essere in possesso dei seguenti ulteriori Titoli aggiuntivi, </w:t>
      </w:r>
      <w:r>
        <w:rPr>
          <w:rFonts w:ascii="Times New Roman" w:hAnsi="Times New Roman"/>
          <w:sz w:val="22"/>
          <w:szCs w:val="22"/>
        </w:rPr>
        <w:t>Laurea Triennale in</w:t>
      </w:r>
      <w:r w:rsidRPr="00AC4CCA">
        <w:rPr>
          <w:rFonts w:ascii="Times New Roman" w:hAnsi="Times New Roman"/>
          <w:sz w:val="22"/>
          <w:szCs w:val="22"/>
        </w:rPr>
        <w:t xml:space="preserve"> (per motivi di spazio è possibile allegare apposita dichiarazione)</w:t>
      </w:r>
      <w:r>
        <w:rPr>
          <w:rFonts w:ascii="Times New Roman" w:hAnsi="Times New Roman"/>
          <w:sz w:val="22"/>
          <w:szCs w:val="22"/>
        </w:rPr>
        <w:t>:</w:t>
      </w:r>
    </w:p>
    <w:p w14:paraId="1722C6DD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2C33DB30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C6C7E2D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_________________________________________________________________________________________</w:t>
      </w:r>
    </w:p>
    <w:p w14:paraId="493177F6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09D3FCA0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248F3AF4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142B6ADF" w14:textId="25D5584B" w:rsidR="00AC4CCA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bookmarkEnd w:id="3"/>
    <w:p w14:paraId="3CC26741" w14:textId="77777777" w:rsidR="00175390" w:rsidRDefault="00175390" w:rsidP="00175390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>di essere in possesso dei seguenti ulteriori Titoli aggiuntivi, Corsi di formazione, nonché Stage/Master/</w:t>
      </w:r>
      <w:proofErr w:type="spellStart"/>
      <w:r w:rsidRPr="00AC4CCA">
        <w:rPr>
          <w:rFonts w:ascii="Times New Roman" w:hAnsi="Times New Roman"/>
          <w:sz w:val="22"/>
          <w:szCs w:val="22"/>
        </w:rPr>
        <w:t>Tirociniformativi</w:t>
      </w:r>
      <w:proofErr w:type="spellEnd"/>
      <w:r w:rsidRPr="00AC4CCA">
        <w:rPr>
          <w:rFonts w:ascii="Times New Roman" w:hAnsi="Times New Roman"/>
          <w:sz w:val="22"/>
          <w:szCs w:val="22"/>
        </w:rPr>
        <w:t xml:space="preserve"> riferibili al profilo richiesto, valutabili ai fini della presente selezione (per motivi di spazio è possibile allegare apposita dichiarazione)</w:t>
      </w:r>
      <w:r>
        <w:rPr>
          <w:rFonts w:ascii="Times New Roman" w:hAnsi="Times New Roman"/>
          <w:sz w:val="22"/>
          <w:szCs w:val="22"/>
        </w:rPr>
        <w:t>:</w:t>
      </w:r>
    </w:p>
    <w:p w14:paraId="09000CCC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1F79BF7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32732DC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1D723D9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5871478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A293B39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AD1EED1" w14:textId="77777777" w:rsidR="00175390" w:rsidRDefault="00175390" w:rsidP="00175390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ECED482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</w:p>
    <w:p w14:paraId="34450107" w14:textId="7BFC4D08" w:rsidR="003D7704" w:rsidRPr="00AC4CCA" w:rsidRDefault="003D7704" w:rsidP="007D6124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>di possedere esperienze lavorative, attinenti e coerenti con il profilo richiesto, valutabili ai fini della presente selezione, di seguito elencate: (per motivi di spazio è possibile allegare apposita dichiarazione)</w:t>
      </w:r>
    </w:p>
    <w:p w14:paraId="2D94D29E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160D2E3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A871FFD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CE2F85C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A5EDE40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04812EC5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6AEBF628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564529FB" w14:textId="77777777" w:rsidR="003D7704" w:rsidRPr="003D7704" w:rsidRDefault="003D7704" w:rsidP="00AC4CCA">
      <w:pPr>
        <w:ind w:left="284" w:hanging="284"/>
        <w:rPr>
          <w:rFonts w:ascii="Times New Roman" w:hAnsi="Times New Roman"/>
          <w:sz w:val="22"/>
          <w:szCs w:val="22"/>
        </w:rPr>
      </w:pPr>
    </w:p>
    <w:p w14:paraId="4303506F" w14:textId="7F6C3225" w:rsidR="001777E6" w:rsidRPr="00AC4CCA" w:rsidRDefault="003D7704" w:rsidP="00AC4CCA">
      <w:pPr>
        <w:pStyle w:val="Paragrafoelenco"/>
        <w:numPr>
          <w:ilvl w:val="0"/>
          <w:numId w:val="10"/>
        </w:numPr>
        <w:ind w:left="284" w:hanging="284"/>
        <w:rPr>
          <w:rFonts w:ascii="Times New Roman" w:hAnsi="Times New Roman"/>
          <w:sz w:val="22"/>
          <w:szCs w:val="22"/>
        </w:rPr>
      </w:pPr>
      <w:r w:rsidRPr="00AC4CCA">
        <w:rPr>
          <w:rFonts w:ascii="Times New Roman" w:hAnsi="Times New Roman"/>
          <w:sz w:val="22"/>
          <w:szCs w:val="22"/>
        </w:rPr>
        <w:t>di possedere le ulteriori esperienze e attività diverse da quelle indicate nei precedenti</w:t>
      </w:r>
      <w:r w:rsidR="00AC4CCA" w:rsidRPr="00AC4CCA">
        <w:rPr>
          <w:rFonts w:ascii="Times New Roman" w:hAnsi="Times New Roman"/>
          <w:sz w:val="22"/>
          <w:szCs w:val="22"/>
        </w:rPr>
        <w:t xml:space="preserve"> </w:t>
      </w:r>
      <w:r w:rsidRPr="00AC4CCA">
        <w:rPr>
          <w:rFonts w:ascii="Times New Roman" w:hAnsi="Times New Roman"/>
          <w:sz w:val="22"/>
          <w:szCs w:val="22"/>
        </w:rPr>
        <w:t>punti:</w:t>
      </w:r>
    </w:p>
    <w:p w14:paraId="3B5C5B9E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E7A3458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bookmarkStart w:id="4" w:name="_Hlk140510757"/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4F56EDE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46AB0A26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9E7178B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317F1733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7F3E97BC" w14:textId="11099EB4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p w14:paraId="1F4FF3CC" w14:textId="77777777" w:rsidR="00AC4CCA" w:rsidRDefault="00AC4CCA" w:rsidP="00AC4CCA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_________________________________________________________________________________________</w:t>
      </w:r>
    </w:p>
    <w:bookmarkEnd w:id="4"/>
    <w:p w14:paraId="516E6BE0" w14:textId="77777777" w:rsidR="00AC4CCA" w:rsidRDefault="00AC4CCA" w:rsidP="001777E6">
      <w:pPr>
        <w:jc w:val="both"/>
        <w:rPr>
          <w:rFonts w:ascii="Times New Roman" w:hAnsi="Times New Roman"/>
          <w:bCs/>
          <w:sz w:val="22"/>
          <w:szCs w:val="22"/>
        </w:rPr>
      </w:pPr>
    </w:p>
    <w:p w14:paraId="5CB71E6F" w14:textId="77777777" w:rsidR="00AC4CCA" w:rsidRDefault="00AC4CCA" w:rsidP="001777E6">
      <w:pPr>
        <w:jc w:val="both"/>
        <w:rPr>
          <w:rFonts w:ascii="Times New Roman" w:hAnsi="Times New Roman"/>
          <w:bCs/>
          <w:sz w:val="22"/>
          <w:szCs w:val="22"/>
        </w:rPr>
      </w:pPr>
    </w:p>
    <w:p w14:paraId="7131851E" w14:textId="6694275E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bCs/>
          <w:sz w:val="22"/>
          <w:szCs w:val="22"/>
        </w:rPr>
        <w:t>Allega, a pena di esclusione della domanda:</w:t>
      </w:r>
    </w:p>
    <w:p w14:paraId="11525BB3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>Curriculum Vitae</w:t>
      </w:r>
    </w:p>
    <w:p w14:paraId="1F94AC0F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>Informativa e autorizzazione al trattamento dati (Allegato 2)</w:t>
      </w:r>
    </w:p>
    <w:p w14:paraId="2599809C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>Copia di un documento di riconoscimento in corso di validità</w:t>
      </w:r>
    </w:p>
    <w:p w14:paraId="0CE7AD41" w14:textId="77777777" w:rsidR="003D7704" w:rsidRPr="00AC4CCA" w:rsidRDefault="003D7704" w:rsidP="00AC4CCA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  <w:bCs/>
          <w:sz w:val="22"/>
          <w:szCs w:val="22"/>
        </w:rPr>
      </w:pPr>
      <w:r w:rsidRPr="00AC4CCA">
        <w:rPr>
          <w:rFonts w:ascii="Times New Roman" w:hAnsi="Times New Roman"/>
          <w:bCs/>
          <w:sz w:val="22"/>
          <w:szCs w:val="22"/>
        </w:rPr>
        <w:t xml:space="preserve">Copia codice fiscale o tessera sanitaria </w:t>
      </w:r>
    </w:p>
    <w:p w14:paraId="0A3E555D" w14:textId="77777777"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14:paraId="34EF8D7D" w14:textId="77777777" w:rsidR="00AC4CCA" w:rsidRDefault="00AC4CCA" w:rsidP="001777E6">
      <w:pPr>
        <w:jc w:val="both"/>
        <w:rPr>
          <w:rFonts w:ascii="Times New Roman" w:hAnsi="Times New Roman"/>
          <w:sz w:val="22"/>
          <w:szCs w:val="22"/>
        </w:rPr>
      </w:pPr>
    </w:p>
    <w:p w14:paraId="44B6B518" w14:textId="77777777" w:rsidR="00AC4CCA" w:rsidRPr="001777E6" w:rsidRDefault="00AC4CCA" w:rsidP="001777E6">
      <w:pPr>
        <w:jc w:val="both"/>
        <w:rPr>
          <w:rFonts w:ascii="Times New Roman" w:hAnsi="Times New Roman"/>
          <w:sz w:val="22"/>
          <w:szCs w:val="22"/>
        </w:rPr>
      </w:pPr>
    </w:p>
    <w:p w14:paraId="2C802415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Luogo e data ……………………</w:t>
      </w:r>
      <w:proofErr w:type="gramStart"/>
      <w:r w:rsidRPr="001777E6">
        <w:rPr>
          <w:rFonts w:ascii="Times New Roman" w:hAnsi="Times New Roman"/>
          <w:sz w:val="22"/>
          <w:szCs w:val="22"/>
        </w:rPr>
        <w:t>…….</w:t>
      </w:r>
      <w:proofErr w:type="gramEnd"/>
      <w:r w:rsidRPr="001777E6">
        <w:rPr>
          <w:rFonts w:ascii="Times New Roman" w:hAnsi="Times New Roman"/>
          <w:sz w:val="22"/>
          <w:szCs w:val="22"/>
        </w:rPr>
        <w:t>.…….</w:t>
      </w:r>
    </w:p>
    <w:p w14:paraId="4AF4F9D8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>Firma leggibile o firma digitale</w:t>
      </w:r>
    </w:p>
    <w:p w14:paraId="3321A07F" w14:textId="77777777"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         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 xml:space="preserve"> ____________________________</w:t>
      </w:r>
    </w:p>
    <w:p w14:paraId="2C16F77D" w14:textId="77777777" w:rsidR="00C41177" w:rsidRPr="00C41177" w:rsidRDefault="00C41177" w:rsidP="00C41177">
      <w:pPr>
        <w:jc w:val="both"/>
        <w:rPr>
          <w:rFonts w:ascii="Times New Roman" w:hAnsi="Times New Roman"/>
        </w:rPr>
      </w:pPr>
    </w:p>
    <w:sectPr w:rsidR="00C41177" w:rsidRPr="00C41177" w:rsidSect="006915F5">
      <w:headerReference w:type="default" r:id="rId9"/>
      <w:footerReference w:type="default" r:id="rId10"/>
      <w:headerReference w:type="first" r:id="rId11"/>
      <w:footerReference w:type="first" r:id="rId12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8D71C" w14:textId="77777777" w:rsidR="00720C58" w:rsidRDefault="00720C58">
      <w:r>
        <w:separator/>
      </w:r>
    </w:p>
  </w:endnote>
  <w:endnote w:type="continuationSeparator" w:id="0">
    <w:p w14:paraId="5569FFE9" w14:textId="77777777" w:rsidR="00720C58" w:rsidRDefault="0072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5EB86" w14:textId="77777777" w:rsidR="00C41177" w:rsidRPr="005B05DB" w:rsidRDefault="00C41177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14:paraId="1BC97D40" w14:textId="77777777" w:rsidR="00C41177" w:rsidRPr="00790CBC" w:rsidRDefault="00C41177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</w:p>
  <w:p w14:paraId="1BD6C69C" w14:textId="77777777" w:rsidR="00C41177" w:rsidRDefault="00C41177"/>
  <w:p w14:paraId="198E17A8" w14:textId="77777777" w:rsidR="00C41177" w:rsidRDefault="00C411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C986" w14:textId="77777777" w:rsidR="00C41177" w:rsidRPr="00CE6274" w:rsidRDefault="00C41177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1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</w:p>
  <w:p w14:paraId="6AA3E102" w14:textId="77777777" w:rsidR="00C41177" w:rsidRDefault="00C41177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 wp14:anchorId="6CB8651C" wp14:editId="790BE3F8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AEBF3" w14:textId="77777777" w:rsidR="00720C58" w:rsidRDefault="00720C58">
      <w:r>
        <w:separator/>
      </w:r>
    </w:p>
  </w:footnote>
  <w:footnote w:type="continuationSeparator" w:id="0">
    <w:p w14:paraId="2E93F460" w14:textId="77777777" w:rsidR="00720C58" w:rsidRDefault="00720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8999" w14:textId="77777777" w:rsidR="00C41177" w:rsidRDefault="00C41177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14:paraId="48906A41" w14:textId="77777777" w:rsidR="00C41177" w:rsidRPr="00790CBC" w:rsidRDefault="00C41177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50155" w14:textId="77777777" w:rsidR="00C41177" w:rsidRDefault="00C41177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59E831D" wp14:editId="6D18D536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</w:p>
  <w:p w14:paraId="0780E08A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14:paraId="7632CC9F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14:paraId="15E0DC56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82000610616</w:t>
    </w:r>
  </w:p>
  <w:p w14:paraId="6E718A5C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14:paraId="14D5D154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14:paraId="69CC3830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14:paraId="5A947DE0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14:paraId="0DADDE8F" w14:textId="77777777" w:rsidR="00C41177" w:rsidRDefault="00000000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C41177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14:paraId="623FC1CE" w14:textId="77777777"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14:paraId="42FADBF8" w14:textId="77777777" w:rsidR="00C41177" w:rsidRPr="003F6A8D" w:rsidRDefault="00C41177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0697"/>
    <w:multiLevelType w:val="hybridMultilevel"/>
    <w:tmpl w:val="E512699E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3F1A98"/>
    <w:multiLevelType w:val="hybridMultilevel"/>
    <w:tmpl w:val="00923D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72BFA"/>
    <w:multiLevelType w:val="hybridMultilevel"/>
    <w:tmpl w:val="A2E483A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821022"/>
    <w:multiLevelType w:val="hybridMultilevel"/>
    <w:tmpl w:val="5F3036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E330D"/>
    <w:multiLevelType w:val="hybridMultilevel"/>
    <w:tmpl w:val="4140BB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614F1"/>
    <w:multiLevelType w:val="hybridMultilevel"/>
    <w:tmpl w:val="277AF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91D1C"/>
    <w:multiLevelType w:val="hybridMultilevel"/>
    <w:tmpl w:val="FB5C84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92E32"/>
    <w:multiLevelType w:val="hybridMultilevel"/>
    <w:tmpl w:val="CF0C9A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7337E"/>
    <w:multiLevelType w:val="hybridMultilevel"/>
    <w:tmpl w:val="5546C652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1404C33"/>
    <w:multiLevelType w:val="hybridMultilevel"/>
    <w:tmpl w:val="00923D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179247">
    <w:abstractNumId w:val="9"/>
  </w:num>
  <w:num w:numId="2" w16cid:durableId="1013725803">
    <w:abstractNumId w:val="2"/>
  </w:num>
  <w:num w:numId="3" w16cid:durableId="1094672099">
    <w:abstractNumId w:val="0"/>
  </w:num>
  <w:num w:numId="4" w16cid:durableId="647242802">
    <w:abstractNumId w:val="4"/>
  </w:num>
  <w:num w:numId="5" w16cid:durableId="1522427466">
    <w:abstractNumId w:val="5"/>
  </w:num>
  <w:num w:numId="6" w16cid:durableId="16392943">
    <w:abstractNumId w:val="1"/>
  </w:num>
  <w:num w:numId="7" w16cid:durableId="1691100590">
    <w:abstractNumId w:val="3"/>
  </w:num>
  <w:num w:numId="8" w16cid:durableId="167451411">
    <w:abstractNumId w:val="8"/>
  </w:num>
  <w:num w:numId="9" w16cid:durableId="1198006976">
    <w:abstractNumId w:val="6"/>
  </w:num>
  <w:num w:numId="10" w16cid:durableId="188495239">
    <w:abstractNumId w:val="7"/>
  </w:num>
  <w:num w:numId="11" w16cid:durableId="23042694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85C90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2F8D"/>
    <w:rsid w:val="000C3732"/>
    <w:rsid w:val="000C47AC"/>
    <w:rsid w:val="000C5470"/>
    <w:rsid w:val="000D171C"/>
    <w:rsid w:val="000D41CE"/>
    <w:rsid w:val="000E04DB"/>
    <w:rsid w:val="000E46E8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2643"/>
    <w:rsid w:val="001451AE"/>
    <w:rsid w:val="0014605C"/>
    <w:rsid w:val="00147C4E"/>
    <w:rsid w:val="00150ECE"/>
    <w:rsid w:val="0015243C"/>
    <w:rsid w:val="00153723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103E"/>
    <w:rsid w:val="001733C6"/>
    <w:rsid w:val="00173961"/>
    <w:rsid w:val="00174AC3"/>
    <w:rsid w:val="001751D6"/>
    <w:rsid w:val="00175225"/>
    <w:rsid w:val="00175390"/>
    <w:rsid w:val="001777E6"/>
    <w:rsid w:val="001779BE"/>
    <w:rsid w:val="00177AA0"/>
    <w:rsid w:val="00180111"/>
    <w:rsid w:val="00182395"/>
    <w:rsid w:val="00182E34"/>
    <w:rsid w:val="00183137"/>
    <w:rsid w:val="0018469B"/>
    <w:rsid w:val="00186914"/>
    <w:rsid w:val="00191D7A"/>
    <w:rsid w:val="001967D3"/>
    <w:rsid w:val="001978E9"/>
    <w:rsid w:val="001A0041"/>
    <w:rsid w:val="001A047A"/>
    <w:rsid w:val="001A05A6"/>
    <w:rsid w:val="001A7D73"/>
    <w:rsid w:val="001B13BD"/>
    <w:rsid w:val="001B3EB7"/>
    <w:rsid w:val="001B447D"/>
    <w:rsid w:val="001B66FC"/>
    <w:rsid w:val="001B7F1E"/>
    <w:rsid w:val="001C0AEA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1F7F46"/>
    <w:rsid w:val="00200E52"/>
    <w:rsid w:val="0020154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2DF6"/>
    <w:rsid w:val="00244F13"/>
    <w:rsid w:val="002451CB"/>
    <w:rsid w:val="00245D96"/>
    <w:rsid w:val="00246189"/>
    <w:rsid w:val="00247760"/>
    <w:rsid w:val="002478FB"/>
    <w:rsid w:val="00254731"/>
    <w:rsid w:val="002574F8"/>
    <w:rsid w:val="00262619"/>
    <w:rsid w:val="00264EB1"/>
    <w:rsid w:val="00265A5F"/>
    <w:rsid w:val="0026614D"/>
    <w:rsid w:val="002666AF"/>
    <w:rsid w:val="002715A3"/>
    <w:rsid w:val="00271A0C"/>
    <w:rsid w:val="0028066C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7DF5"/>
    <w:rsid w:val="002F4828"/>
    <w:rsid w:val="002F50C3"/>
    <w:rsid w:val="002F7DAF"/>
    <w:rsid w:val="003007A4"/>
    <w:rsid w:val="003026A6"/>
    <w:rsid w:val="00302B50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087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4C84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C7A69"/>
    <w:rsid w:val="003D398C"/>
    <w:rsid w:val="003D39F9"/>
    <w:rsid w:val="003D6B01"/>
    <w:rsid w:val="003D7704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4443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66699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CBB"/>
    <w:rsid w:val="004C1F1C"/>
    <w:rsid w:val="004C4F28"/>
    <w:rsid w:val="004C5C5E"/>
    <w:rsid w:val="004C7A01"/>
    <w:rsid w:val="004D0454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159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A194B"/>
    <w:rsid w:val="005B05DB"/>
    <w:rsid w:val="005B0B1B"/>
    <w:rsid w:val="005B693D"/>
    <w:rsid w:val="005B7021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1D5D"/>
    <w:rsid w:val="00602ABB"/>
    <w:rsid w:val="00602C1D"/>
    <w:rsid w:val="00606BDA"/>
    <w:rsid w:val="00610899"/>
    <w:rsid w:val="00613682"/>
    <w:rsid w:val="006158EA"/>
    <w:rsid w:val="00616173"/>
    <w:rsid w:val="00620E20"/>
    <w:rsid w:val="0062213E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161F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0C58"/>
    <w:rsid w:val="00727C27"/>
    <w:rsid w:val="00730636"/>
    <w:rsid w:val="00730B1D"/>
    <w:rsid w:val="00731451"/>
    <w:rsid w:val="007331D6"/>
    <w:rsid w:val="00733F67"/>
    <w:rsid w:val="0073407E"/>
    <w:rsid w:val="0073727C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9474E"/>
    <w:rsid w:val="007958AF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DE2"/>
    <w:rsid w:val="007C1F1E"/>
    <w:rsid w:val="007C4AD8"/>
    <w:rsid w:val="007C63AB"/>
    <w:rsid w:val="007D09AF"/>
    <w:rsid w:val="007D0B6A"/>
    <w:rsid w:val="007D1006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4F3A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0C24"/>
    <w:rsid w:val="00852F0E"/>
    <w:rsid w:val="008547DA"/>
    <w:rsid w:val="00854927"/>
    <w:rsid w:val="0086281A"/>
    <w:rsid w:val="0086731A"/>
    <w:rsid w:val="00867B89"/>
    <w:rsid w:val="00873A3D"/>
    <w:rsid w:val="00874DE0"/>
    <w:rsid w:val="00875B1F"/>
    <w:rsid w:val="008813D2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7F45"/>
    <w:rsid w:val="00951C7D"/>
    <w:rsid w:val="00952957"/>
    <w:rsid w:val="00952E9B"/>
    <w:rsid w:val="00953BAF"/>
    <w:rsid w:val="00954A2E"/>
    <w:rsid w:val="009566B3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67289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B76FC"/>
    <w:rsid w:val="009C146F"/>
    <w:rsid w:val="009C274A"/>
    <w:rsid w:val="009C3505"/>
    <w:rsid w:val="009C4852"/>
    <w:rsid w:val="009C5F07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6C8B"/>
    <w:rsid w:val="00A3082E"/>
    <w:rsid w:val="00A31D02"/>
    <w:rsid w:val="00A31F10"/>
    <w:rsid w:val="00A326EB"/>
    <w:rsid w:val="00A33066"/>
    <w:rsid w:val="00A3343C"/>
    <w:rsid w:val="00A334AC"/>
    <w:rsid w:val="00A33A86"/>
    <w:rsid w:val="00A33F47"/>
    <w:rsid w:val="00A34B6E"/>
    <w:rsid w:val="00A34DF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4CCA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0CDB"/>
    <w:rsid w:val="00B8503D"/>
    <w:rsid w:val="00B87D2F"/>
    <w:rsid w:val="00B9124A"/>
    <w:rsid w:val="00B9270C"/>
    <w:rsid w:val="00B92DA6"/>
    <w:rsid w:val="00BA0FD6"/>
    <w:rsid w:val="00BA4AAA"/>
    <w:rsid w:val="00BA51B9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53C5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403C"/>
    <w:rsid w:val="00C269A1"/>
    <w:rsid w:val="00C30684"/>
    <w:rsid w:val="00C40249"/>
    <w:rsid w:val="00C403CA"/>
    <w:rsid w:val="00C41177"/>
    <w:rsid w:val="00C41798"/>
    <w:rsid w:val="00C4191C"/>
    <w:rsid w:val="00C44B50"/>
    <w:rsid w:val="00C503DC"/>
    <w:rsid w:val="00C509AE"/>
    <w:rsid w:val="00C51084"/>
    <w:rsid w:val="00C515EC"/>
    <w:rsid w:val="00C660D7"/>
    <w:rsid w:val="00C663F0"/>
    <w:rsid w:val="00C66B1F"/>
    <w:rsid w:val="00C679D3"/>
    <w:rsid w:val="00C7275E"/>
    <w:rsid w:val="00C75C72"/>
    <w:rsid w:val="00C76B22"/>
    <w:rsid w:val="00C77E15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D3E"/>
    <w:rsid w:val="00CA6EFA"/>
    <w:rsid w:val="00CB434D"/>
    <w:rsid w:val="00CB4F89"/>
    <w:rsid w:val="00CB556A"/>
    <w:rsid w:val="00CC314B"/>
    <w:rsid w:val="00CC3193"/>
    <w:rsid w:val="00CC32FD"/>
    <w:rsid w:val="00CC4F80"/>
    <w:rsid w:val="00CC7F10"/>
    <w:rsid w:val="00CD0CB2"/>
    <w:rsid w:val="00CD111E"/>
    <w:rsid w:val="00CD430D"/>
    <w:rsid w:val="00CD5A73"/>
    <w:rsid w:val="00CD7171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B4F"/>
    <w:rsid w:val="00D25D7E"/>
    <w:rsid w:val="00D25E0A"/>
    <w:rsid w:val="00D303F0"/>
    <w:rsid w:val="00D33264"/>
    <w:rsid w:val="00D3336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470BE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70E68"/>
    <w:rsid w:val="00D730C9"/>
    <w:rsid w:val="00D7404B"/>
    <w:rsid w:val="00D7538D"/>
    <w:rsid w:val="00D75F45"/>
    <w:rsid w:val="00D80D53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8E8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209"/>
    <w:rsid w:val="00DE2860"/>
    <w:rsid w:val="00DE490D"/>
    <w:rsid w:val="00DE515C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473DB"/>
    <w:rsid w:val="00E5031E"/>
    <w:rsid w:val="00E53731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0DC8"/>
    <w:rsid w:val="00EB3266"/>
    <w:rsid w:val="00EB51EC"/>
    <w:rsid w:val="00EB78CA"/>
    <w:rsid w:val="00EB79C7"/>
    <w:rsid w:val="00EC1F3A"/>
    <w:rsid w:val="00ED0F44"/>
    <w:rsid w:val="00ED0F48"/>
    <w:rsid w:val="00EE095B"/>
    <w:rsid w:val="00EE099F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04EB4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4269"/>
    <w:rsid w:val="00F662B2"/>
    <w:rsid w:val="00F70B63"/>
    <w:rsid w:val="00F70E91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B6815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DE2252"/>
  <w15:docId w15:val="{3437F34F-D721-487B-AA94-52F03A7F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313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96A"/>
    <w:rPr>
      <w:rFonts w:ascii="Arial" w:hAnsi="Arial"/>
      <w:color w:val="000000"/>
      <w:sz w:val="16"/>
    </w:r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175225"/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177"/>
    <w:rPr>
      <w:rFonts w:ascii="Tahoma" w:hAnsi="Tahoma" w:cs="Tahoma"/>
      <w:color w:val="000000"/>
      <w:sz w:val="16"/>
      <w:szCs w:val="16"/>
    </w:rPr>
  </w:style>
  <w:style w:type="character" w:styleId="Collegamentoipertestuale">
    <w:name w:val="Hyperlink"/>
    <w:uiPriority w:val="99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41177"/>
    <w:rPr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sid w:val="00C41177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nioalifano@pec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3B16A-F6AA-4D70-957C-8C6D8E87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985</TotalTime>
  <Pages>1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9151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80</cp:revision>
  <cp:lastPrinted>2023-09-06T15:21:00Z</cp:lastPrinted>
  <dcterms:created xsi:type="dcterms:W3CDTF">2021-09-03T09:27:00Z</dcterms:created>
  <dcterms:modified xsi:type="dcterms:W3CDTF">2023-09-06T15:39:00Z</dcterms:modified>
</cp:coreProperties>
</file>