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7E6" w:rsidRDefault="001F7F46" w:rsidP="001777E6">
      <w:pPr>
        <w:jc w:val="both"/>
        <w:rPr>
          <w:rFonts w:ascii="Times New Roman" w:hAnsi="Times New Roman"/>
          <w:sz w:val="22"/>
          <w:szCs w:val="22"/>
        </w:rPr>
      </w:pPr>
      <w:bookmarkStart w:id="0" w:name="_GoBack"/>
      <w:bookmarkEnd w:id="0"/>
      <w:r>
        <w:rPr>
          <w:rFonts w:ascii="Times New Roman" w:hAnsi="Times New Roman"/>
          <w:sz w:val="22"/>
          <w:szCs w:val="22"/>
        </w:rPr>
        <w:t>.</w:t>
      </w:r>
    </w:p>
    <w:p w:rsidR="001F7F46" w:rsidRPr="001777E6" w:rsidRDefault="001F7F4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777E6" w:rsidRPr="001777E6" w:rsidRDefault="001777E6" w:rsidP="001777E6">
      <w:pPr>
        <w:jc w:val="center"/>
        <w:rPr>
          <w:rFonts w:ascii="Times New Roman" w:hAnsi="Times New Roman"/>
          <w:b/>
          <w:sz w:val="22"/>
          <w:szCs w:val="22"/>
        </w:rPr>
      </w:pPr>
      <w:r w:rsidRPr="001777E6">
        <w:rPr>
          <w:rFonts w:ascii="Times New Roman" w:hAnsi="Times New Roman"/>
          <w:b/>
          <w:sz w:val="22"/>
          <w:szCs w:val="22"/>
        </w:rPr>
        <w:t>ALLEGATO 2</w:t>
      </w:r>
    </w:p>
    <w:p w:rsidR="001777E6" w:rsidRPr="001777E6" w:rsidRDefault="001777E6" w:rsidP="001777E6">
      <w:pPr>
        <w:jc w:val="center"/>
        <w:rPr>
          <w:rFonts w:ascii="Times New Roman" w:hAnsi="Times New Roman"/>
          <w:b/>
          <w:sz w:val="22"/>
          <w:szCs w:val="22"/>
        </w:rPr>
      </w:pPr>
      <w:r w:rsidRPr="001777E6">
        <w:rPr>
          <w:rFonts w:ascii="Times New Roman" w:hAnsi="Times New Roman"/>
          <w:b/>
          <w:sz w:val="22"/>
          <w:szCs w:val="22"/>
        </w:rPr>
        <w:t>DOMANDA DI PARTECIPAZIONE</w:t>
      </w:r>
    </w:p>
    <w:p w:rsidR="001777E6" w:rsidRPr="001777E6" w:rsidRDefault="001777E6" w:rsidP="001777E6">
      <w:pPr>
        <w:jc w:val="center"/>
        <w:rPr>
          <w:rFonts w:ascii="Times New Roman" w:hAnsi="Times New Roman"/>
          <w:b/>
          <w:i/>
          <w:sz w:val="22"/>
          <w:szCs w:val="22"/>
        </w:rPr>
      </w:pPr>
      <w:r w:rsidRPr="001777E6">
        <w:rPr>
          <w:rFonts w:ascii="Times New Roman" w:hAnsi="Times New Roman"/>
          <w:b/>
          <w:i/>
          <w:sz w:val="22"/>
          <w:szCs w:val="22"/>
        </w:rPr>
        <w:t>(da compilare in carta semplice)</w:t>
      </w:r>
    </w:p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F7F46" w:rsidRPr="001777E6" w:rsidRDefault="001F7F4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777E6" w:rsidRPr="001777E6" w:rsidRDefault="001777E6" w:rsidP="001777E6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 Consorzio di Bonifica del Sannio Alifano</w:t>
      </w:r>
      <w:r w:rsidRPr="001777E6">
        <w:rPr>
          <w:rFonts w:ascii="Times New Roman" w:hAnsi="Times New Roman"/>
          <w:sz w:val="22"/>
          <w:szCs w:val="22"/>
        </w:rPr>
        <w:br/>
        <w:t>Responsabile del Procedimento</w:t>
      </w:r>
    </w:p>
    <w:p w:rsidR="001777E6" w:rsidRPr="001777E6" w:rsidRDefault="00E473DB" w:rsidP="001777E6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Dott. Antimo Di Biasio</w:t>
      </w:r>
    </w:p>
    <w:p w:rsidR="001777E6" w:rsidRPr="001777E6" w:rsidRDefault="001777E6" w:rsidP="001777E6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Viale della Libertà 61</w:t>
      </w:r>
    </w:p>
    <w:p w:rsidR="001777E6" w:rsidRDefault="001777E6" w:rsidP="001777E6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81016</w:t>
      </w:r>
      <w:r w:rsidRPr="001777E6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Piedimonte Matese (CE)</w:t>
      </w:r>
    </w:p>
    <w:p w:rsidR="001777E6" w:rsidRDefault="00215437" w:rsidP="001777E6">
      <w:pPr>
        <w:jc w:val="right"/>
        <w:rPr>
          <w:rFonts w:ascii="Times New Roman" w:hAnsi="Times New Roman"/>
          <w:sz w:val="22"/>
          <w:szCs w:val="22"/>
        </w:rPr>
      </w:pPr>
      <w:hyperlink r:id="rId8" w:history="1">
        <w:r w:rsidR="001777E6" w:rsidRPr="00C53697">
          <w:rPr>
            <w:rStyle w:val="Collegamentoipertestuale"/>
            <w:rFonts w:ascii="Times New Roman" w:hAnsi="Times New Roman"/>
            <w:sz w:val="22"/>
            <w:szCs w:val="22"/>
          </w:rPr>
          <w:t>sannioalifano@pec.it</w:t>
        </w:r>
      </w:hyperlink>
    </w:p>
    <w:p w:rsidR="001F7F46" w:rsidRDefault="001F7F46" w:rsidP="001777E6">
      <w:pPr>
        <w:jc w:val="right"/>
        <w:rPr>
          <w:rFonts w:ascii="Times New Roman" w:hAnsi="Times New Roman"/>
          <w:sz w:val="22"/>
          <w:szCs w:val="22"/>
        </w:rPr>
      </w:pPr>
    </w:p>
    <w:p w:rsidR="001777E6" w:rsidRPr="001777E6" w:rsidRDefault="001777E6" w:rsidP="001777E6">
      <w:pPr>
        <w:jc w:val="right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 xml:space="preserve"> </w:t>
      </w:r>
    </w:p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777E6" w:rsidRPr="001777E6" w:rsidRDefault="001777E6" w:rsidP="001777E6">
      <w:pPr>
        <w:jc w:val="both"/>
        <w:rPr>
          <w:rFonts w:ascii="Times New Roman" w:eastAsia="MS Mincho" w:hAnsi="Times New Roman"/>
          <w:b/>
          <w:bCs/>
          <w:sz w:val="22"/>
          <w:szCs w:val="22"/>
        </w:rPr>
      </w:pPr>
      <w:r w:rsidRPr="001777E6">
        <w:rPr>
          <w:rFonts w:ascii="Times New Roman" w:hAnsi="Times New Roman"/>
          <w:b/>
          <w:sz w:val="22"/>
          <w:szCs w:val="22"/>
        </w:rPr>
        <w:t xml:space="preserve">OGGETTO: Domanda di partecipazione </w:t>
      </w:r>
      <w:bookmarkStart w:id="1" w:name="_Hlk42163495"/>
      <w:r w:rsidR="00134412">
        <w:rPr>
          <w:rFonts w:ascii="Times New Roman" w:hAnsi="Times New Roman"/>
          <w:b/>
          <w:sz w:val="22"/>
          <w:szCs w:val="22"/>
        </w:rPr>
        <w:t>all’</w:t>
      </w:r>
      <w:r w:rsidR="00134412" w:rsidRPr="00134412">
        <w:rPr>
          <w:rFonts w:ascii="Times New Roman" w:hAnsi="Times New Roman"/>
          <w:b/>
          <w:bCs/>
          <w:sz w:val="22"/>
          <w:szCs w:val="22"/>
        </w:rPr>
        <w:t xml:space="preserve">Avviso pubblico per la composizione di una short list per la nomina dei </w:t>
      </w:r>
      <w:r w:rsidR="00AE71E3" w:rsidRPr="00AE71E3">
        <w:rPr>
          <w:rFonts w:ascii="Times New Roman" w:hAnsi="Times New Roman"/>
          <w:b/>
          <w:bCs/>
          <w:sz w:val="22"/>
          <w:szCs w:val="22"/>
          <w:u w:val="single"/>
        </w:rPr>
        <w:t>Presidenti</w:t>
      </w:r>
      <w:r w:rsidR="00134412" w:rsidRPr="00134412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AE71E3">
        <w:rPr>
          <w:rFonts w:ascii="Times New Roman" w:hAnsi="Times New Roman"/>
          <w:b/>
          <w:sz w:val="22"/>
          <w:szCs w:val="22"/>
        </w:rPr>
        <w:t>dei S</w:t>
      </w:r>
      <w:r w:rsidR="00134412" w:rsidRPr="00134412">
        <w:rPr>
          <w:rFonts w:ascii="Times New Roman" w:hAnsi="Times New Roman"/>
          <w:b/>
          <w:sz w:val="22"/>
          <w:szCs w:val="22"/>
        </w:rPr>
        <w:t xml:space="preserve">eggi </w:t>
      </w:r>
      <w:r w:rsidR="00AE71E3">
        <w:rPr>
          <w:rFonts w:ascii="Times New Roman" w:hAnsi="Times New Roman"/>
          <w:b/>
          <w:sz w:val="22"/>
          <w:szCs w:val="22"/>
        </w:rPr>
        <w:t>E</w:t>
      </w:r>
      <w:r w:rsidR="00134412" w:rsidRPr="00134412">
        <w:rPr>
          <w:rFonts w:ascii="Times New Roman" w:hAnsi="Times New Roman"/>
          <w:b/>
          <w:sz w:val="22"/>
          <w:szCs w:val="22"/>
        </w:rPr>
        <w:t>lettoral</w:t>
      </w:r>
      <w:r w:rsidR="00AE71E3">
        <w:rPr>
          <w:rFonts w:ascii="Times New Roman" w:hAnsi="Times New Roman"/>
          <w:b/>
          <w:sz w:val="22"/>
          <w:szCs w:val="22"/>
        </w:rPr>
        <w:t>i</w:t>
      </w:r>
      <w:r w:rsidR="00134412" w:rsidRPr="00134412">
        <w:rPr>
          <w:rFonts w:ascii="Times New Roman" w:hAnsi="Times New Roman"/>
          <w:b/>
          <w:sz w:val="22"/>
          <w:szCs w:val="22"/>
        </w:rPr>
        <w:t xml:space="preserve"> per le Elezioni del Consiglio dei Delegati previste per domenica 02 ottobre 2022</w:t>
      </w:r>
      <w:r w:rsidRPr="001777E6">
        <w:rPr>
          <w:rFonts w:ascii="Times New Roman" w:hAnsi="Times New Roman"/>
          <w:b/>
          <w:iCs/>
          <w:sz w:val="22"/>
          <w:szCs w:val="22"/>
        </w:rPr>
        <w:t>.</w:t>
      </w:r>
    </w:p>
    <w:p w:rsidR="001777E6" w:rsidRDefault="001777E6" w:rsidP="001777E6">
      <w:pPr>
        <w:jc w:val="both"/>
        <w:rPr>
          <w:rFonts w:ascii="Times New Roman" w:eastAsia="MS Mincho" w:hAnsi="Times New Roman"/>
          <w:i/>
          <w:sz w:val="22"/>
          <w:szCs w:val="22"/>
        </w:rPr>
      </w:pPr>
    </w:p>
    <w:p w:rsidR="001F7F46" w:rsidRPr="001777E6" w:rsidRDefault="001F7F46" w:rsidP="001777E6">
      <w:pPr>
        <w:jc w:val="both"/>
        <w:rPr>
          <w:rFonts w:ascii="Times New Roman" w:eastAsia="MS Mincho" w:hAnsi="Times New Roman"/>
          <w:i/>
          <w:sz w:val="22"/>
          <w:szCs w:val="22"/>
        </w:rPr>
      </w:pPr>
    </w:p>
    <w:bookmarkEnd w:id="1"/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>Il/la sottoscritto/a…………………………………………..……………………………. nato/a ……………………</w:t>
      </w:r>
      <w:r w:rsidRPr="001777E6">
        <w:rPr>
          <w:rFonts w:ascii="Times New Roman" w:hAnsi="Times New Roman"/>
          <w:sz w:val="22"/>
          <w:szCs w:val="22"/>
        </w:rPr>
        <w:br/>
        <w:t>prov</w:t>
      </w:r>
      <w:r w:rsidR="0014275F">
        <w:rPr>
          <w:rFonts w:ascii="Times New Roman" w:hAnsi="Times New Roman"/>
          <w:sz w:val="22"/>
          <w:szCs w:val="22"/>
        </w:rPr>
        <w:t xml:space="preserve"> </w:t>
      </w:r>
      <w:r w:rsidR="0014275F" w:rsidRPr="0014275F">
        <w:rPr>
          <w:rFonts w:ascii="Times New Roman" w:hAnsi="Times New Roman"/>
          <w:sz w:val="22"/>
          <w:szCs w:val="22"/>
        </w:rPr>
        <w:t>(…………..)</w:t>
      </w:r>
      <w:r w:rsidR="0014275F">
        <w:rPr>
          <w:rFonts w:ascii="Times New Roman" w:hAnsi="Times New Roman"/>
          <w:sz w:val="22"/>
          <w:szCs w:val="22"/>
        </w:rPr>
        <w:t xml:space="preserve"> </w:t>
      </w:r>
      <w:r w:rsidRPr="001777E6">
        <w:rPr>
          <w:rFonts w:ascii="Times New Roman" w:hAnsi="Times New Roman"/>
          <w:sz w:val="22"/>
          <w:szCs w:val="22"/>
        </w:rPr>
        <w:t>il………………………………………codice</w:t>
      </w:r>
      <w:r w:rsidR="0014275F">
        <w:rPr>
          <w:rFonts w:ascii="Times New Roman" w:hAnsi="Times New Roman"/>
          <w:sz w:val="22"/>
          <w:szCs w:val="22"/>
        </w:rPr>
        <w:t xml:space="preserve"> </w:t>
      </w:r>
      <w:r w:rsidRPr="001777E6">
        <w:rPr>
          <w:rFonts w:ascii="Times New Roman" w:hAnsi="Times New Roman"/>
          <w:sz w:val="22"/>
          <w:szCs w:val="22"/>
        </w:rPr>
        <w:t>fiscale ……..…</w:t>
      </w:r>
      <w:r w:rsidR="0014275F">
        <w:rPr>
          <w:rFonts w:ascii="Times New Roman" w:hAnsi="Times New Roman"/>
          <w:sz w:val="22"/>
          <w:szCs w:val="22"/>
        </w:rPr>
        <w:t>..</w:t>
      </w:r>
      <w:r w:rsidRPr="001777E6">
        <w:rPr>
          <w:rFonts w:ascii="Times New Roman" w:hAnsi="Times New Roman"/>
          <w:sz w:val="22"/>
          <w:szCs w:val="22"/>
        </w:rPr>
        <w:t>…………………………………</w:t>
      </w:r>
      <w:r w:rsidRPr="001777E6">
        <w:rPr>
          <w:rFonts w:ascii="Times New Roman" w:hAnsi="Times New Roman"/>
          <w:sz w:val="22"/>
          <w:szCs w:val="22"/>
        </w:rPr>
        <w:br/>
        <w:t>residente in …………………..…………. prov. (…………..) Via/Piazza …..……………………………………</w:t>
      </w:r>
      <w:r w:rsidRPr="001777E6">
        <w:rPr>
          <w:rFonts w:ascii="Times New Roman" w:hAnsi="Times New Roman"/>
          <w:sz w:val="22"/>
          <w:szCs w:val="22"/>
        </w:rPr>
        <w:br/>
        <w:t>CAP………………………… indirizzo di posta elettronica ordinaria ……………………….….………………..</w:t>
      </w:r>
      <w:r w:rsidRPr="001777E6">
        <w:rPr>
          <w:rFonts w:ascii="Times New Roman" w:hAnsi="Times New Roman"/>
          <w:sz w:val="22"/>
          <w:szCs w:val="22"/>
        </w:rPr>
        <w:br/>
        <w:t>indirizzo di posta elettronica certificata (PEC)………</w:t>
      </w:r>
      <w:r w:rsidR="00442E27">
        <w:rPr>
          <w:rFonts w:ascii="Times New Roman" w:hAnsi="Times New Roman"/>
          <w:sz w:val="22"/>
          <w:szCs w:val="22"/>
        </w:rPr>
        <w:t>…..</w:t>
      </w:r>
      <w:r w:rsidRPr="001777E6">
        <w:rPr>
          <w:rFonts w:ascii="Times New Roman" w:hAnsi="Times New Roman"/>
          <w:sz w:val="22"/>
          <w:szCs w:val="22"/>
        </w:rPr>
        <w:t>…………………………………………………………….</w:t>
      </w:r>
    </w:p>
    <w:p w:rsidR="001F7F46" w:rsidRDefault="001F7F4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>consapevole delle sanzioni e delle pene previste in caso di false attestazioni e di mendaci dichiarazioni, sotto la sua personale responsabilità, ai sensi dell’art. 47 del Dpr. n. 445 del 2000</w:t>
      </w:r>
    </w:p>
    <w:p w:rsidR="001777E6" w:rsidRPr="001777E6" w:rsidRDefault="001777E6" w:rsidP="001777E6">
      <w:pPr>
        <w:jc w:val="both"/>
        <w:rPr>
          <w:rFonts w:ascii="Times New Roman" w:hAnsi="Times New Roman"/>
          <w:color w:val="2B2B2D"/>
          <w:sz w:val="22"/>
          <w:szCs w:val="22"/>
        </w:rPr>
      </w:pPr>
    </w:p>
    <w:p w:rsidR="001777E6" w:rsidRPr="001777E6" w:rsidRDefault="001777E6" w:rsidP="001777E6">
      <w:pPr>
        <w:jc w:val="both"/>
        <w:rPr>
          <w:rFonts w:ascii="Times New Roman" w:hAnsi="Times New Roman"/>
          <w:color w:val="2B2B2D"/>
          <w:sz w:val="22"/>
          <w:szCs w:val="22"/>
        </w:rPr>
      </w:pPr>
    </w:p>
    <w:p w:rsidR="001777E6" w:rsidRDefault="001777E6" w:rsidP="001777E6">
      <w:pPr>
        <w:jc w:val="center"/>
        <w:rPr>
          <w:rFonts w:ascii="Times New Roman" w:hAnsi="Times New Roman"/>
          <w:b/>
          <w:color w:val="2B2B2D"/>
          <w:sz w:val="22"/>
          <w:szCs w:val="22"/>
        </w:rPr>
      </w:pPr>
      <w:r w:rsidRPr="001777E6">
        <w:rPr>
          <w:rFonts w:ascii="Times New Roman" w:hAnsi="Times New Roman"/>
          <w:b/>
          <w:color w:val="2B2B2D"/>
          <w:sz w:val="22"/>
          <w:szCs w:val="22"/>
        </w:rPr>
        <w:t>DICHIARA</w:t>
      </w:r>
    </w:p>
    <w:p w:rsidR="001777E6" w:rsidRPr="001777E6" w:rsidRDefault="001777E6" w:rsidP="001777E6">
      <w:pPr>
        <w:jc w:val="center"/>
        <w:rPr>
          <w:rFonts w:ascii="Times New Roman" w:hAnsi="Times New Roman"/>
          <w:b/>
          <w:color w:val="2B2B2D"/>
          <w:sz w:val="22"/>
          <w:szCs w:val="22"/>
        </w:rPr>
      </w:pPr>
    </w:p>
    <w:p w:rsidR="001F7F46" w:rsidRDefault="001F7F46" w:rsidP="001777E6">
      <w:pPr>
        <w:jc w:val="both"/>
        <w:rPr>
          <w:rFonts w:ascii="Times New Roman" w:hAnsi="Times New Roman"/>
          <w:color w:val="2B2B2D"/>
          <w:sz w:val="22"/>
          <w:szCs w:val="22"/>
        </w:rPr>
      </w:pPr>
    </w:p>
    <w:p w:rsidR="001777E6" w:rsidRPr="00AE71E3" w:rsidRDefault="001777E6" w:rsidP="001777E6">
      <w:pPr>
        <w:jc w:val="both"/>
        <w:rPr>
          <w:rFonts w:ascii="Times New Roman" w:hAnsi="Times New Roman"/>
          <w:b/>
          <w:sz w:val="22"/>
          <w:szCs w:val="22"/>
        </w:rPr>
      </w:pPr>
      <w:r w:rsidRPr="001777E6">
        <w:rPr>
          <w:rFonts w:ascii="Times New Roman" w:hAnsi="Times New Roman"/>
          <w:color w:val="2B2B2D"/>
          <w:sz w:val="22"/>
          <w:szCs w:val="22"/>
        </w:rPr>
        <w:t xml:space="preserve">di presentare la propria candidatura per </w:t>
      </w:r>
      <w:r w:rsidR="00AE71E3">
        <w:rPr>
          <w:rFonts w:ascii="Times New Roman" w:hAnsi="Times New Roman"/>
          <w:b/>
          <w:bCs/>
          <w:sz w:val="22"/>
          <w:szCs w:val="22"/>
        </w:rPr>
        <w:t>l’inserimento nella</w:t>
      </w:r>
      <w:r w:rsidR="00134412" w:rsidRPr="00134412">
        <w:rPr>
          <w:rFonts w:ascii="Times New Roman" w:hAnsi="Times New Roman"/>
          <w:b/>
          <w:bCs/>
          <w:sz w:val="22"/>
          <w:szCs w:val="22"/>
        </w:rPr>
        <w:t xml:space="preserve"> short list per la nomina dei </w:t>
      </w:r>
      <w:r w:rsidR="00AE71E3">
        <w:rPr>
          <w:rFonts w:ascii="Times New Roman" w:hAnsi="Times New Roman"/>
          <w:b/>
          <w:bCs/>
          <w:sz w:val="22"/>
          <w:szCs w:val="22"/>
        </w:rPr>
        <w:t>Presidenti</w:t>
      </w:r>
      <w:r w:rsidR="00134412" w:rsidRPr="00134412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134412" w:rsidRPr="00134412">
        <w:rPr>
          <w:rFonts w:ascii="Times New Roman" w:hAnsi="Times New Roman"/>
          <w:b/>
          <w:sz w:val="22"/>
          <w:szCs w:val="22"/>
        </w:rPr>
        <w:t>de</w:t>
      </w:r>
      <w:r w:rsidR="00AE71E3">
        <w:rPr>
          <w:rFonts w:ascii="Times New Roman" w:hAnsi="Times New Roman"/>
          <w:b/>
          <w:sz w:val="22"/>
          <w:szCs w:val="22"/>
        </w:rPr>
        <w:t>i</w:t>
      </w:r>
      <w:r w:rsidR="00134412" w:rsidRPr="00134412">
        <w:rPr>
          <w:rFonts w:ascii="Times New Roman" w:hAnsi="Times New Roman"/>
          <w:b/>
          <w:sz w:val="22"/>
          <w:szCs w:val="22"/>
        </w:rPr>
        <w:t xml:space="preserve"> </w:t>
      </w:r>
      <w:r w:rsidR="00AE71E3">
        <w:rPr>
          <w:rFonts w:ascii="Times New Roman" w:hAnsi="Times New Roman"/>
          <w:b/>
          <w:sz w:val="22"/>
          <w:szCs w:val="22"/>
        </w:rPr>
        <w:t>S</w:t>
      </w:r>
      <w:r w:rsidR="00134412" w:rsidRPr="00134412">
        <w:rPr>
          <w:rFonts w:ascii="Times New Roman" w:hAnsi="Times New Roman"/>
          <w:b/>
          <w:sz w:val="22"/>
          <w:szCs w:val="22"/>
        </w:rPr>
        <w:t>eggi</w:t>
      </w:r>
      <w:r w:rsidR="00AE71E3">
        <w:rPr>
          <w:rFonts w:ascii="Times New Roman" w:hAnsi="Times New Roman"/>
          <w:b/>
          <w:sz w:val="22"/>
          <w:szCs w:val="22"/>
        </w:rPr>
        <w:t xml:space="preserve"> Elettorali</w:t>
      </w:r>
      <w:r w:rsidR="00134412" w:rsidRPr="00134412">
        <w:rPr>
          <w:rFonts w:ascii="Times New Roman" w:hAnsi="Times New Roman"/>
          <w:b/>
          <w:sz w:val="22"/>
          <w:szCs w:val="22"/>
        </w:rPr>
        <w:t xml:space="preserve"> per le Elezioni del Consiglio dei Delegati previste per domenica 02 ottobre 2022</w:t>
      </w:r>
      <w:r w:rsidR="00085C90">
        <w:rPr>
          <w:rFonts w:ascii="Times New Roman" w:hAnsi="Times New Roman"/>
          <w:b/>
          <w:sz w:val="22"/>
          <w:szCs w:val="22"/>
        </w:rPr>
        <w:t xml:space="preserve"> </w:t>
      </w:r>
      <w:r w:rsidRPr="001777E6">
        <w:rPr>
          <w:rFonts w:ascii="Times New Roman" w:hAnsi="Times New Roman"/>
          <w:sz w:val="22"/>
          <w:szCs w:val="22"/>
        </w:rPr>
        <w:t>di cui all’Allegato 1) all’avviso “</w:t>
      </w:r>
      <w:r w:rsidR="00134412">
        <w:rPr>
          <w:rFonts w:ascii="Times New Roman" w:hAnsi="Times New Roman"/>
          <w:sz w:val="22"/>
          <w:szCs w:val="22"/>
        </w:rPr>
        <w:t>Informativa sui titoli di studio richiesti</w:t>
      </w:r>
      <w:r w:rsidRPr="001777E6">
        <w:rPr>
          <w:rFonts w:ascii="Times New Roman" w:hAnsi="Times New Roman"/>
          <w:sz w:val="22"/>
          <w:szCs w:val="22"/>
        </w:rPr>
        <w:t>”</w:t>
      </w:r>
      <w:r>
        <w:rPr>
          <w:rFonts w:ascii="Times New Roman" w:hAnsi="Times New Roman"/>
          <w:sz w:val="22"/>
          <w:szCs w:val="22"/>
        </w:rPr>
        <w:t>:</w:t>
      </w:r>
    </w:p>
    <w:p w:rsidR="00BE53C5" w:rsidRPr="001777E6" w:rsidRDefault="00BE53C5" w:rsidP="001777E6">
      <w:pPr>
        <w:jc w:val="both"/>
        <w:rPr>
          <w:rFonts w:ascii="Times New Roman" w:hAnsi="Times New Roman"/>
          <w:sz w:val="22"/>
          <w:szCs w:val="22"/>
        </w:rPr>
      </w:pPr>
    </w:p>
    <w:p w:rsidR="00134412" w:rsidRDefault="00134412" w:rsidP="00134412">
      <w:pPr>
        <w:pStyle w:val="Paragrafoelenco"/>
        <w:numPr>
          <w:ilvl w:val="0"/>
          <w:numId w:val="6"/>
        </w:numPr>
        <w:ind w:left="284" w:hanging="28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Di e</w:t>
      </w:r>
      <w:r w:rsidRPr="00134412">
        <w:rPr>
          <w:rFonts w:ascii="Times New Roman" w:hAnsi="Times New Roman"/>
          <w:sz w:val="22"/>
          <w:szCs w:val="22"/>
        </w:rPr>
        <w:t>ssere in possesso della cittadinanza italiana o di uno degli Stati membri dell'Unione europea;</w:t>
      </w:r>
    </w:p>
    <w:p w:rsidR="00134412" w:rsidRPr="00134412" w:rsidRDefault="00134412" w:rsidP="00134412">
      <w:pPr>
        <w:pStyle w:val="Paragrafoelenco"/>
        <w:ind w:left="284"/>
        <w:rPr>
          <w:rFonts w:ascii="Times New Roman" w:hAnsi="Times New Roman"/>
          <w:sz w:val="22"/>
          <w:szCs w:val="22"/>
        </w:rPr>
      </w:pPr>
    </w:p>
    <w:p w:rsidR="00134412" w:rsidRPr="00134412" w:rsidRDefault="00134412" w:rsidP="00134412">
      <w:pPr>
        <w:pStyle w:val="Paragrafoelenco"/>
        <w:numPr>
          <w:ilvl w:val="0"/>
          <w:numId w:val="6"/>
        </w:numPr>
        <w:ind w:left="284" w:hanging="28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Di g</w:t>
      </w:r>
      <w:r w:rsidRPr="00134412">
        <w:rPr>
          <w:rFonts w:ascii="Times New Roman" w:hAnsi="Times New Roman"/>
          <w:sz w:val="22"/>
          <w:szCs w:val="22"/>
        </w:rPr>
        <w:t>odere dei diritti civili e politici;</w:t>
      </w:r>
    </w:p>
    <w:p w:rsidR="00134412" w:rsidRDefault="00134412" w:rsidP="00134412">
      <w:pPr>
        <w:pStyle w:val="Paragrafoelenco"/>
        <w:numPr>
          <w:ilvl w:val="0"/>
          <w:numId w:val="6"/>
        </w:numPr>
        <w:ind w:left="284" w:hanging="28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Di non aver riportato</w:t>
      </w:r>
      <w:r w:rsidRPr="00134412">
        <w:rPr>
          <w:rFonts w:ascii="Times New Roman" w:hAnsi="Times New Roman"/>
          <w:iCs/>
          <w:sz w:val="22"/>
          <w:szCs w:val="22"/>
        </w:rPr>
        <w:t xml:space="preserve"> condanne penali e di non essere destinatario di provvedimenti che riguardano l’applicazione di misure di prevenzione, di decisioni civili e di provvedimenti amministrativi iscritti nel casellario giudiziale ai sensi della vigente normativa</w:t>
      </w:r>
      <w:r w:rsidRPr="00134412">
        <w:rPr>
          <w:rFonts w:ascii="Times New Roman" w:hAnsi="Times New Roman"/>
          <w:sz w:val="22"/>
          <w:szCs w:val="22"/>
        </w:rPr>
        <w:t>;</w:t>
      </w:r>
    </w:p>
    <w:p w:rsidR="00134412" w:rsidRPr="00134412" w:rsidRDefault="00134412" w:rsidP="00134412">
      <w:pPr>
        <w:pStyle w:val="Paragrafoelenco"/>
        <w:ind w:left="284"/>
        <w:rPr>
          <w:rFonts w:ascii="Times New Roman" w:hAnsi="Times New Roman"/>
          <w:sz w:val="22"/>
          <w:szCs w:val="22"/>
        </w:rPr>
      </w:pPr>
    </w:p>
    <w:p w:rsidR="00134412" w:rsidRPr="00134412" w:rsidRDefault="00134412" w:rsidP="00134412">
      <w:pPr>
        <w:pStyle w:val="Paragrafoelenco"/>
        <w:numPr>
          <w:ilvl w:val="0"/>
          <w:numId w:val="6"/>
        </w:numPr>
        <w:ind w:left="284" w:hanging="284"/>
        <w:rPr>
          <w:rFonts w:ascii="Times New Roman" w:hAnsi="Times New Roman"/>
          <w:sz w:val="22"/>
          <w:szCs w:val="22"/>
        </w:rPr>
      </w:pPr>
      <w:r w:rsidRPr="00134412">
        <w:rPr>
          <w:rFonts w:ascii="Times New Roman" w:hAnsi="Times New Roman"/>
          <w:iCs/>
          <w:sz w:val="22"/>
          <w:szCs w:val="22"/>
        </w:rPr>
        <w:t>Di non avere contenziosi in atto con il Consorzio</w:t>
      </w:r>
      <w:r>
        <w:rPr>
          <w:rFonts w:ascii="Times New Roman" w:hAnsi="Times New Roman"/>
          <w:iCs/>
          <w:sz w:val="22"/>
          <w:szCs w:val="22"/>
        </w:rPr>
        <w:t>;</w:t>
      </w:r>
    </w:p>
    <w:p w:rsidR="00134412" w:rsidRPr="00134412" w:rsidRDefault="00134412" w:rsidP="00134412">
      <w:pPr>
        <w:rPr>
          <w:rFonts w:ascii="Times New Roman" w:hAnsi="Times New Roman"/>
          <w:sz w:val="22"/>
          <w:szCs w:val="22"/>
        </w:rPr>
      </w:pPr>
    </w:p>
    <w:p w:rsidR="0014275F" w:rsidRDefault="00134412" w:rsidP="00134412">
      <w:pPr>
        <w:pStyle w:val="Paragrafoelenco"/>
        <w:numPr>
          <w:ilvl w:val="0"/>
          <w:numId w:val="6"/>
        </w:numPr>
        <w:ind w:left="284" w:hanging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</w:t>
      </w:r>
      <w:r w:rsidR="001777E6" w:rsidRPr="00134412">
        <w:rPr>
          <w:rFonts w:ascii="Times New Roman" w:hAnsi="Times New Roman"/>
          <w:sz w:val="22"/>
          <w:szCs w:val="22"/>
        </w:rPr>
        <w:t xml:space="preserve">i possedere il titolo di studio, come previsto dall’Avviso in oggetto, ovvero </w:t>
      </w:r>
      <w:r w:rsidR="00AE71E3">
        <w:rPr>
          <w:rFonts w:ascii="Times New Roman" w:hAnsi="Times New Roman"/>
          <w:sz w:val="22"/>
          <w:szCs w:val="22"/>
        </w:rPr>
        <w:t>Laurea</w:t>
      </w:r>
      <w:r w:rsidR="001777E6" w:rsidRPr="00134412">
        <w:rPr>
          <w:rFonts w:ascii="Times New Roman" w:hAnsi="Times New Roman"/>
          <w:sz w:val="22"/>
          <w:szCs w:val="22"/>
        </w:rPr>
        <w:t xml:space="preserve"> in</w:t>
      </w:r>
      <w:r>
        <w:rPr>
          <w:rFonts w:ascii="Times New Roman" w:hAnsi="Times New Roman"/>
          <w:sz w:val="22"/>
          <w:szCs w:val="22"/>
        </w:rPr>
        <w:t>…….……………</w:t>
      </w:r>
      <w:r w:rsidR="001777E6" w:rsidRPr="00134412">
        <w:rPr>
          <w:rFonts w:ascii="Times New Roman" w:hAnsi="Times New Roman"/>
          <w:sz w:val="22"/>
          <w:szCs w:val="22"/>
        </w:rPr>
        <w:t>……</w:t>
      </w:r>
      <w:r w:rsidR="0014275F">
        <w:rPr>
          <w:rFonts w:ascii="Times New Roman" w:hAnsi="Times New Roman"/>
          <w:sz w:val="22"/>
          <w:szCs w:val="22"/>
        </w:rPr>
        <w:t>.</w:t>
      </w:r>
      <w:r w:rsidR="001777E6" w:rsidRPr="00134412">
        <w:rPr>
          <w:rFonts w:ascii="Times New Roman" w:hAnsi="Times New Roman"/>
          <w:sz w:val="22"/>
          <w:szCs w:val="22"/>
        </w:rPr>
        <w:t xml:space="preserve"> </w:t>
      </w:r>
    </w:p>
    <w:p w:rsidR="0014275F" w:rsidRPr="0014275F" w:rsidRDefault="0014275F" w:rsidP="0014275F">
      <w:pPr>
        <w:pStyle w:val="Paragrafoelenco"/>
        <w:rPr>
          <w:rFonts w:ascii="Times New Roman" w:hAnsi="Times New Roman"/>
          <w:sz w:val="22"/>
          <w:szCs w:val="22"/>
        </w:rPr>
      </w:pPr>
    </w:p>
    <w:p w:rsidR="00134412" w:rsidRDefault="00134412" w:rsidP="0014275F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……………………………………………………………………………...</w:t>
      </w:r>
      <w:r w:rsidR="001777E6" w:rsidRPr="00134412">
        <w:rPr>
          <w:rFonts w:ascii="Times New Roman" w:hAnsi="Times New Roman"/>
          <w:sz w:val="22"/>
          <w:szCs w:val="22"/>
        </w:rPr>
        <w:t>conseguit</w:t>
      </w:r>
      <w:r w:rsidR="00AE71E3">
        <w:rPr>
          <w:rFonts w:ascii="Times New Roman" w:hAnsi="Times New Roman"/>
          <w:sz w:val="22"/>
          <w:szCs w:val="22"/>
        </w:rPr>
        <w:t>a</w:t>
      </w:r>
      <w:r w:rsidR="001777E6" w:rsidRPr="00134412">
        <w:rPr>
          <w:rFonts w:ascii="Times New Roman" w:hAnsi="Times New Roman"/>
          <w:sz w:val="22"/>
          <w:szCs w:val="22"/>
        </w:rPr>
        <w:t xml:space="preserve"> in data ………………….. </w:t>
      </w:r>
    </w:p>
    <w:p w:rsidR="00134412" w:rsidRPr="00134412" w:rsidRDefault="00134412" w:rsidP="00134412">
      <w:pPr>
        <w:pStyle w:val="Paragrafoelenco"/>
        <w:jc w:val="both"/>
        <w:rPr>
          <w:rFonts w:ascii="Times New Roman" w:hAnsi="Times New Roman"/>
          <w:sz w:val="22"/>
          <w:szCs w:val="22"/>
        </w:rPr>
      </w:pPr>
    </w:p>
    <w:p w:rsidR="00134412" w:rsidRDefault="001777E6" w:rsidP="00134412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 w:rsidRPr="00134412">
        <w:rPr>
          <w:rFonts w:ascii="Times New Roman" w:hAnsi="Times New Roman"/>
          <w:sz w:val="22"/>
          <w:szCs w:val="22"/>
        </w:rPr>
        <w:t>presso…………..………………………………………………</w:t>
      </w:r>
      <w:r w:rsidR="0014275F">
        <w:rPr>
          <w:rFonts w:ascii="Times New Roman" w:hAnsi="Times New Roman"/>
          <w:sz w:val="22"/>
          <w:szCs w:val="22"/>
        </w:rPr>
        <w:t>…...</w:t>
      </w:r>
      <w:r w:rsidRPr="00134412">
        <w:rPr>
          <w:rFonts w:ascii="Times New Roman" w:hAnsi="Times New Roman"/>
          <w:sz w:val="22"/>
          <w:szCs w:val="22"/>
        </w:rPr>
        <w:t xml:space="preserve">…………, con la votazione di </w:t>
      </w:r>
      <w:r w:rsidR="0014275F">
        <w:rPr>
          <w:rFonts w:ascii="Times New Roman" w:hAnsi="Times New Roman"/>
          <w:sz w:val="22"/>
          <w:szCs w:val="22"/>
        </w:rPr>
        <w:t xml:space="preserve">…………….. </w:t>
      </w:r>
    </w:p>
    <w:p w:rsidR="00134412" w:rsidRDefault="00134412" w:rsidP="00134412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</w:p>
    <w:p w:rsidR="001777E6" w:rsidRPr="00134412" w:rsidRDefault="001777E6" w:rsidP="00134412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</w:p>
    <w:p w:rsidR="001F7F46" w:rsidRPr="0014275F" w:rsidRDefault="001777E6" w:rsidP="001777E6">
      <w:pPr>
        <w:jc w:val="both"/>
        <w:rPr>
          <w:rFonts w:ascii="Times New Roman" w:hAnsi="Times New Roman"/>
          <w:sz w:val="22"/>
          <w:szCs w:val="22"/>
          <w:u w:val="single"/>
        </w:rPr>
      </w:pPr>
      <w:r w:rsidRPr="0014275F">
        <w:rPr>
          <w:rFonts w:ascii="Times New Roman" w:hAnsi="Times New Roman"/>
          <w:sz w:val="22"/>
          <w:szCs w:val="22"/>
          <w:u w:val="single"/>
        </w:rPr>
        <w:t xml:space="preserve">Il/La sottoscritto/a dichiara, inoltre, ai sensi del DPR n. 445/2000 </w:t>
      </w:r>
      <w:r w:rsidR="0014275F">
        <w:rPr>
          <w:rFonts w:ascii="Times New Roman" w:hAnsi="Times New Roman"/>
          <w:sz w:val="22"/>
          <w:szCs w:val="22"/>
          <w:u w:val="single"/>
        </w:rPr>
        <w:t>di aver maturato</w:t>
      </w:r>
      <w:r w:rsidRPr="0014275F">
        <w:rPr>
          <w:rFonts w:ascii="Times New Roman" w:hAnsi="Times New Roman"/>
          <w:sz w:val="22"/>
          <w:szCs w:val="22"/>
          <w:u w:val="single"/>
        </w:rPr>
        <w:t xml:space="preserve"> le seguenti esperienze</w:t>
      </w:r>
      <w:r w:rsidR="0014275F">
        <w:rPr>
          <w:rFonts w:ascii="Times New Roman" w:hAnsi="Times New Roman"/>
          <w:sz w:val="22"/>
          <w:szCs w:val="22"/>
          <w:u w:val="single"/>
        </w:rPr>
        <w:t xml:space="preserve"> in materia</w:t>
      </w:r>
      <w:r w:rsidRPr="0014275F">
        <w:rPr>
          <w:rFonts w:ascii="Times New Roman" w:hAnsi="Times New Roman"/>
          <w:sz w:val="22"/>
          <w:szCs w:val="22"/>
          <w:u w:val="single"/>
        </w:rPr>
        <w:t>:</w:t>
      </w:r>
      <w:bookmarkStart w:id="2" w:name="page4"/>
      <w:bookmarkEnd w:id="2"/>
    </w:p>
    <w:p w:rsidR="001F7F46" w:rsidRDefault="001F7F4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F7F46" w:rsidRDefault="001F7F46" w:rsidP="001777E6">
      <w:pPr>
        <w:jc w:val="both"/>
        <w:rPr>
          <w:rFonts w:ascii="Times New Roman" w:hAnsi="Times New Roman"/>
          <w:sz w:val="22"/>
          <w:szCs w:val="22"/>
        </w:rPr>
      </w:pPr>
    </w:p>
    <w:tbl>
      <w:tblPr>
        <w:tblW w:w="10420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600"/>
        <w:gridCol w:w="600"/>
        <w:gridCol w:w="4500"/>
        <w:gridCol w:w="4200"/>
      </w:tblGrid>
      <w:tr w:rsidR="001F7F46" w:rsidRPr="001F7F46" w:rsidTr="001F7F46">
        <w:trPr>
          <w:trHeight w:val="300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N.</w:t>
            </w:r>
          </w:p>
        </w:tc>
        <w:tc>
          <w:tcPr>
            <w:tcW w:w="1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 xml:space="preserve">Durata </w:t>
            </w:r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Ente pubblico, Pubblica Amministrazione o altro soggetto pubblico o privato per il quale è stata svolta l’attività</w:t>
            </w: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4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 xml:space="preserve">Descrizione dell’attività svolta </w:t>
            </w:r>
          </w:p>
        </w:tc>
      </w:tr>
      <w:tr w:rsidR="001F7F46" w:rsidRPr="001F7F46" w:rsidTr="001F7F46">
        <w:trPr>
          <w:trHeight w:val="300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F46" w:rsidRPr="001F7F46" w:rsidRDefault="001F7F46" w:rsidP="001F7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F46" w:rsidRPr="001F7F46" w:rsidRDefault="001F7F46" w:rsidP="001F7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F46" w:rsidRPr="001F7F46" w:rsidRDefault="001F7F46" w:rsidP="001F7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F46" w:rsidRPr="001F7F46" w:rsidRDefault="001F7F46" w:rsidP="001F7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F7F46" w:rsidRPr="001F7F46" w:rsidTr="001F7F46">
        <w:trPr>
          <w:trHeight w:val="300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F46" w:rsidRPr="001F7F46" w:rsidRDefault="001F7F46" w:rsidP="001F7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Dal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Al</w:t>
            </w: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F46" w:rsidRPr="001F7F46" w:rsidRDefault="001F7F46" w:rsidP="001F7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F46" w:rsidRPr="001F7F46" w:rsidRDefault="001F7F46" w:rsidP="001F7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F7F46" w:rsidRPr="001F7F46" w:rsidTr="001F7F4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1F7F46" w:rsidRPr="001F7F46" w:rsidTr="001F7F4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1F7F46" w:rsidRPr="001F7F46" w:rsidTr="001F7F4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1F7F46" w:rsidRPr="001F7F46" w:rsidTr="001F7F4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</w:tbl>
    <w:p w:rsidR="001F7F46" w:rsidRPr="001777E6" w:rsidRDefault="001F7F4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777E6" w:rsidRDefault="001777E6" w:rsidP="00731451">
      <w:pPr>
        <w:pStyle w:val="Paragrafoelenco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 w:rsidRPr="00C77E15">
        <w:rPr>
          <w:rFonts w:ascii="Times New Roman" w:hAnsi="Times New Roman"/>
          <w:bCs/>
          <w:sz w:val="22"/>
          <w:szCs w:val="22"/>
        </w:rPr>
        <w:t>di aver preso visione integrale dell’Avviso pubblico e di accettare senza riserva alcuna tutte le condizioni contenute nello stesso nonché delle norme regolamentari e di legge ivi richiamate; </w:t>
      </w:r>
    </w:p>
    <w:p w:rsidR="00BE53C5" w:rsidRPr="00C77E15" w:rsidRDefault="00BE53C5" w:rsidP="00BE53C5">
      <w:pPr>
        <w:pStyle w:val="Paragrafoelenco"/>
        <w:ind w:left="284"/>
        <w:jc w:val="both"/>
        <w:rPr>
          <w:rFonts w:ascii="Times New Roman" w:hAnsi="Times New Roman"/>
          <w:bCs/>
          <w:sz w:val="22"/>
          <w:szCs w:val="22"/>
        </w:rPr>
      </w:pPr>
    </w:p>
    <w:p w:rsidR="001777E6" w:rsidRDefault="001777E6" w:rsidP="00731451">
      <w:pPr>
        <w:pStyle w:val="Paragrafoelenco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 w:rsidRPr="00C77E15">
        <w:rPr>
          <w:rFonts w:ascii="Times New Roman" w:hAnsi="Times New Roman"/>
          <w:bCs/>
          <w:sz w:val="22"/>
          <w:szCs w:val="22"/>
        </w:rPr>
        <w:t>di aver letto l'informativa allegata all'Avviso e autorizzare il trattamento dei dati personali ai sensi del Dlgs 196 del 30 giugno 2003 e dell’art. 13 GDPR (Regolamento UE 2016/679) ai fini della partecipazione della presente procedura. </w:t>
      </w:r>
    </w:p>
    <w:p w:rsidR="00BE53C5" w:rsidRPr="00C77E15" w:rsidRDefault="00BE53C5" w:rsidP="00BE53C5">
      <w:pPr>
        <w:pStyle w:val="Paragrafoelenco"/>
        <w:ind w:left="284"/>
        <w:jc w:val="both"/>
        <w:rPr>
          <w:rFonts w:ascii="Times New Roman" w:hAnsi="Times New Roman"/>
          <w:bCs/>
          <w:sz w:val="22"/>
          <w:szCs w:val="22"/>
        </w:rPr>
      </w:pPr>
    </w:p>
    <w:p w:rsidR="0014275F" w:rsidRDefault="001777E6" w:rsidP="00731451">
      <w:pPr>
        <w:pStyle w:val="Paragrafoelenco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 w:rsidRPr="00C77E15">
        <w:rPr>
          <w:rFonts w:ascii="Times New Roman" w:hAnsi="Times New Roman"/>
          <w:bCs/>
          <w:sz w:val="22"/>
          <w:szCs w:val="22"/>
        </w:rPr>
        <w:t xml:space="preserve">di acconsentire che ogni comunicazione relativa alla procedura gli/le venga fatta al seguente indirizzo all’indirizzo di posta elettronica </w:t>
      </w:r>
      <w:r w:rsidR="0014275F">
        <w:rPr>
          <w:rFonts w:ascii="Times New Roman" w:hAnsi="Times New Roman"/>
          <w:bCs/>
          <w:sz w:val="22"/>
          <w:szCs w:val="22"/>
        </w:rPr>
        <w:t>E-MAIL/</w:t>
      </w:r>
      <w:r w:rsidRPr="00C77E15">
        <w:rPr>
          <w:rFonts w:ascii="Times New Roman" w:hAnsi="Times New Roman"/>
          <w:bCs/>
          <w:sz w:val="22"/>
          <w:szCs w:val="22"/>
        </w:rPr>
        <w:t xml:space="preserve">PEC ……………………………………………………………, impegnandosi a comunicare, per iscritto, le eventuali successive variazioni e riconoscendo che </w:t>
      </w:r>
      <w:r w:rsidR="00C77E15">
        <w:rPr>
          <w:rFonts w:ascii="Times New Roman" w:hAnsi="Times New Roman"/>
          <w:bCs/>
          <w:sz w:val="22"/>
          <w:szCs w:val="22"/>
        </w:rPr>
        <w:t xml:space="preserve">il </w:t>
      </w:r>
      <w:r w:rsidR="00C77E15" w:rsidRPr="00C77E15">
        <w:rPr>
          <w:rFonts w:ascii="Times New Roman" w:hAnsi="Times New Roman"/>
          <w:sz w:val="22"/>
          <w:szCs w:val="22"/>
        </w:rPr>
        <w:t>Consorzio di Bonifica del Sannio Alifano</w:t>
      </w:r>
      <w:r w:rsidRPr="00C77E15">
        <w:rPr>
          <w:rFonts w:ascii="Times New Roman" w:hAnsi="Times New Roman"/>
          <w:bCs/>
          <w:sz w:val="22"/>
          <w:szCs w:val="22"/>
        </w:rPr>
        <w:t xml:space="preserve"> sarà esonerat</w:t>
      </w:r>
      <w:r w:rsidR="00C77E15">
        <w:rPr>
          <w:rFonts w:ascii="Times New Roman" w:hAnsi="Times New Roman"/>
          <w:bCs/>
          <w:sz w:val="22"/>
          <w:szCs w:val="22"/>
        </w:rPr>
        <w:t>o</w:t>
      </w:r>
      <w:r w:rsidRPr="00C77E15">
        <w:rPr>
          <w:rFonts w:ascii="Times New Roman" w:hAnsi="Times New Roman"/>
          <w:bCs/>
          <w:sz w:val="22"/>
          <w:szCs w:val="22"/>
        </w:rPr>
        <w:t xml:space="preserve"> da ogni responsabilità in caso di irreperibilità;</w:t>
      </w:r>
    </w:p>
    <w:p w:rsidR="0014275F" w:rsidRPr="0014275F" w:rsidRDefault="0014275F" w:rsidP="0014275F">
      <w:pPr>
        <w:pStyle w:val="Paragrafoelenco"/>
        <w:rPr>
          <w:rFonts w:ascii="Times New Roman" w:hAnsi="Times New Roman"/>
          <w:bCs/>
          <w:sz w:val="22"/>
          <w:szCs w:val="22"/>
        </w:rPr>
      </w:pPr>
    </w:p>
    <w:p w:rsidR="001777E6" w:rsidRPr="00C77E15" w:rsidRDefault="0014275F" w:rsidP="00731451">
      <w:pPr>
        <w:pStyle w:val="Paragrafoelenco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di acconsentire di essere contattato allo scopo al seguente numero di cellulare………..…………</w:t>
      </w:r>
      <w:r w:rsidR="001777E6" w:rsidRPr="00C77E15">
        <w:rPr>
          <w:rFonts w:ascii="Times New Roman" w:hAnsi="Times New Roman"/>
          <w:bCs/>
          <w:sz w:val="22"/>
          <w:szCs w:val="22"/>
        </w:rPr>
        <w:t> </w:t>
      </w:r>
      <w:r>
        <w:rPr>
          <w:rFonts w:ascii="Times New Roman" w:hAnsi="Times New Roman"/>
          <w:bCs/>
          <w:sz w:val="22"/>
          <w:szCs w:val="22"/>
        </w:rPr>
        <w:t xml:space="preserve">(dato obbligatorio) </w:t>
      </w:r>
      <w:r w:rsidRPr="0014275F">
        <w:rPr>
          <w:rFonts w:ascii="Times New Roman" w:hAnsi="Times New Roman"/>
          <w:bCs/>
          <w:sz w:val="22"/>
          <w:szCs w:val="22"/>
        </w:rPr>
        <w:t>impegnandosi a comunicare, per iscritto, le eventuali successive variazioni e riconoscendo che il Consorzio di Bonifica del Sannio Alifano sarà esonerato da ogni responsabilità in caso di irreperibilità;</w:t>
      </w:r>
    </w:p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bCs/>
          <w:sz w:val="22"/>
          <w:szCs w:val="22"/>
        </w:rPr>
        <w:t>Allega, a pena di esclusione della domanda:</w:t>
      </w:r>
    </w:p>
    <w:p w:rsidR="001777E6" w:rsidRPr="00C77E15" w:rsidRDefault="001777E6" w:rsidP="00731451">
      <w:pPr>
        <w:pStyle w:val="Paragrafoelenco"/>
        <w:numPr>
          <w:ilvl w:val="0"/>
          <w:numId w:val="5"/>
        </w:numPr>
        <w:jc w:val="both"/>
        <w:rPr>
          <w:rFonts w:ascii="Times New Roman" w:hAnsi="Times New Roman"/>
          <w:bCs/>
          <w:sz w:val="22"/>
          <w:szCs w:val="22"/>
        </w:rPr>
      </w:pPr>
      <w:r w:rsidRPr="00C77E15">
        <w:rPr>
          <w:rFonts w:ascii="Times New Roman" w:hAnsi="Times New Roman"/>
          <w:bCs/>
          <w:i/>
          <w:iCs/>
          <w:sz w:val="22"/>
          <w:szCs w:val="22"/>
        </w:rPr>
        <w:t>Curriculum vitae</w:t>
      </w:r>
      <w:r w:rsidRPr="00C77E15">
        <w:rPr>
          <w:rFonts w:ascii="Times New Roman" w:hAnsi="Times New Roman"/>
          <w:bCs/>
          <w:sz w:val="22"/>
          <w:szCs w:val="22"/>
        </w:rPr>
        <w:t>;  </w:t>
      </w:r>
    </w:p>
    <w:p w:rsidR="001777E6" w:rsidRPr="00C77E15" w:rsidRDefault="001777E6" w:rsidP="00731451">
      <w:pPr>
        <w:pStyle w:val="Paragrafoelenco"/>
        <w:numPr>
          <w:ilvl w:val="0"/>
          <w:numId w:val="5"/>
        </w:numPr>
        <w:jc w:val="both"/>
        <w:rPr>
          <w:rFonts w:ascii="Times New Roman" w:hAnsi="Times New Roman"/>
          <w:bCs/>
          <w:sz w:val="22"/>
          <w:szCs w:val="22"/>
        </w:rPr>
      </w:pPr>
      <w:r w:rsidRPr="00C77E15">
        <w:rPr>
          <w:rFonts w:ascii="Times New Roman" w:hAnsi="Times New Roman"/>
          <w:bCs/>
          <w:sz w:val="22"/>
          <w:szCs w:val="22"/>
        </w:rPr>
        <w:t>Copia di un documento di identità del sottoscrittore in corso di validità. </w:t>
      </w:r>
    </w:p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</w:p>
    <w:p w:rsidR="00C77E15" w:rsidRDefault="00C77E15" w:rsidP="001777E6">
      <w:pPr>
        <w:jc w:val="both"/>
        <w:rPr>
          <w:rFonts w:ascii="Times New Roman" w:hAnsi="Times New Roman"/>
          <w:sz w:val="22"/>
          <w:szCs w:val="22"/>
        </w:rPr>
      </w:pPr>
    </w:p>
    <w:p w:rsidR="00C77E15" w:rsidRDefault="00C77E15" w:rsidP="001777E6">
      <w:pPr>
        <w:jc w:val="both"/>
        <w:rPr>
          <w:rFonts w:ascii="Times New Roman" w:hAnsi="Times New Roman"/>
          <w:sz w:val="22"/>
          <w:szCs w:val="22"/>
        </w:rPr>
      </w:pPr>
    </w:p>
    <w:p w:rsidR="00C77E15" w:rsidRDefault="00C77E15" w:rsidP="001777E6">
      <w:pPr>
        <w:jc w:val="both"/>
        <w:rPr>
          <w:rFonts w:ascii="Times New Roman" w:hAnsi="Times New Roman"/>
          <w:sz w:val="22"/>
          <w:szCs w:val="22"/>
        </w:rPr>
      </w:pPr>
    </w:p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>Luogo e data …………………………..…….</w:t>
      </w:r>
    </w:p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 xml:space="preserve">   </w:t>
      </w:r>
      <w:r w:rsidR="00C77E15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</w:t>
      </w:r>
      <w:r w:rsidRPr="001777E6">
        <w:rPr>
          <w:rFonts w:ascii="Times New Roman" w:hAnsi="Times New Roman"/>
          <w:sz w:val="22"/>
          <w:szCs w:val="22"/>
        </w:rPr>
        <w:t>Firma leggibile o firma digitale</w:t>
      </w:r>
    </w:p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 xml:space="preserve">               </w:t>
      </w:r>
      <w:r w:rsidR="00C77E15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</w:t>
      </w:r>
      <w:r w:rsidRPr="001777E6">
        <w:rPr>
          <w:rFonts w:ascii="Times New Roman" w:hAnsi="Times New Roman"/>
          <w:sz w:val="22"/>
          <w:szCs w:val="22"/>
        </w:rPr>
        <w:t xml:space="preserve"> ____________________________</w:t>
      </w:r>
    </w:p>
    <w:p w:rsidR="00C41177" w:rsidRPr="00C41177" w:rsidRDefault="00C41177" w:rsidP="00C41177">
      <w:pPr>
        <w:jc w:val="both"/>
        <w:rPr>
          <w:rFonts w:ascii="Times New Roman" w:hAnsi="Times New Roman"/>
        </w:rPr>
      </w:pPr>
    </w:p>
    <w:sectPr w:rsidR="00C41177" w:rsidRPr="00C41177" w:rsidSect="006915F5">
      <w:headerReference w:type="default" r:id="rId9"/>
      <w:footerReference w:type="default" r:id="rId10"/>
      <w:headerReference w:type="first" r:id="rId11"/>
      <w:footerReference w:type="first" r:id="rId12"/>
      <w:pgSz w:w="11885" w:h="16834"/>
      <w:pgMar w:top="567" w:right="851" w:bottom="284" w:left="851" w:header="284" w:footer="284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5437" w:rsidRDefault="00215437">
      <w:r>
        <w:separator/>
      </w:r>
    </w:p>
  </w:endnote>
  <w:endnote w:type="continuationSeparator" w:id="0">
    <w:p w:rsidR="00215437" w:rsidRDefault="00215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177" w:rsidRPr="005B05DB" w:rsidRDefault="00C41177" w:rsidP="00174AC3">
    <w:pPr>
      <w:pStyle w:val="Intestazione"/>
      <w:tabs>
        <w:tab w:val="clear" w:pos="9638"/>
      </w:tabs>
      <w:ind w:left="-567" w:right="-427"/>
      <w:jc w:val="center"/>
      <w:rPr>
        <w:rFonts w:ascii="Calibri" w:hAnsi="Calibri"/>
        <w:szCs w:val="16"/>
        <w:vertAlign w:val="superscript"/>
      </w:rPr>
    </w:pPr>
    <w:r w:rsidRPr="005B05DB">
      <w:rPr>
        <w:rFonts w:ascii="Calibri" w:hAnsi="Calibri"/>
        <w:szCs w:val="16"/>
        <w:vertAlign w:val="superscript"/>
      </w:rPr>
      <w:t>------------------------------------------------</w:t>
    </w:r>
    <w:r>
      <w:rPr>
        <w:rFonts w:ascii="Calibri" w:hAnsi="Calibri"/>
        <w:szCs w:val="16"/>
        <w:vertAlign w:val="superscript"/>
      </w:rPr>
      <w:t>-----------------------------------------------------------------------------------------------------------------------------------------------------------------</w:t>
    </w:r>
    <w:r w:rsidRPr="005B05DB">
      <w:rPr>
        <w:rFonts w:ascii="Calibri" w:hAnsi="Calibri"/>
        <w:szCs w:val="16"/>
        <w:vertAlign w:val="superscript"/>
      </w:rPr>
      <w:t>------------------------------------------------------------------------------------------------------------------------------------------</w:t>
    </w:r>
  </w:p>
  <w:p w:rsidR="00C41177" w:rsidRPr="00790CBC" w:rsidRDefault="00C41177" w:rsidP="006951E5">
    <w:pPr>
      <w:pStyle w:val="Pidipagina"/>
      <w:tabs>
        <w:tab w:val="clear" w:pos="9638"/>
        <w:tab w:val="right" w:pos="9923"/>
      </w:tabs>
      <w:ind w:right="-710"/>
      <w:rPr>
        <w:rFonts w:ascii="Calibri" w:hAnsi="Calibri"/>
      </w:rPr>
    </w:pPr>
    <w:r>
      <w:rPr>
        <w:rFonts w:ascii="Calibri" w:hAnsi="Calibri"/>
        <w:i/>
        <w:iCs/>
        <w:sz w:val="14"/>
        <w:szCs w:val="14"/>
      </w:rPr>
      <w:tab/>
    </w:r>
    <w:r>
      <w:rPr>
        <w:rFonts w:ascii="Calibri" w:hAnsi="Calibri"/>
        <w:i/>
        <w:iCs/>
        <w:sz w:val="14"/>
        <w:szCs w:val="14"/>
      </w:rPr>
      <w:tab/>
    </w:r>
    <w:r w:rsidRPr="00790CBC">
      <w:rPr>
        <w:rFonts w:ascii="Calibri" w:hAnsi="Calibri"/>
        <w:i/>
        <w:iCs/>
      </w:rPr>
      <w:t xml:space="preserve">Pagina </w:t>
    </w:r>
    <w:r w:rsidR="00201542" w:rsidRPr="00790CBC">
      <w:rPr>
        <w:rFonts w:ascii="Calibri" w:hAnsi="Calibri"/>
        <w:i/>
        <w:iCs/>
      </w:rPr>
      <w:fldChar w:fldCharType="begin"/>
    </w:r>
    <w:r w:rsidRPr="00790CBC">
      <w:rPr>
        <w:rFonts w:ascii="Calibri" w:hAnsi="Calibri"/>
        <w:i/>
        <w:iCs/>
      </w:rPr>
      <w:instrText xml:space="preserve"> PAGE </w:instrText>
    </w:r>
    <w:r w:rsidR="00201542" w:rsidRPr="00790CBC">
      <w:rPr>
        <w:rFonts w:ascii="Calibri" w:hAnsi="Calibri"/>
        <w:i/>
        <w:iCs/>
      </w:rPr>
      <w:fldChar w:fldCharType="separate"/>
    </w:r>
    <w:r w:rsidR="00FD1EAB">
      <w:rPr>
        <w:rFonts w:ascii="Calibri" w:hAnsi="Calibri"/>
        <w:i/>
        <w:iCs/>
        <w:noProof/>
      </w:rPr>
      <w:t>2</w:t>
    </w:r>
    <w:r w:rsidR="00201542" w:rsidRPr="00790CBC">
      <w:rPr>
        <w:rFonts w:ascii="Calibri" w:hAnsi="Calibri"/>
        <w:i/>
        <w:iCs/>
      </w:rPr>
      <w:fldChar w:fldCharType="end"/>
    </w:r>
    <w:r w:rsidRPr="00790CBC">
      <w:rPr>
        <w:rFonts w:ascii="Calibri" w:hAnsi="Calibri"/>
        <w:i/>
        <w:iCs/>
      </w:rPr>
      <w:t xml:space="preserve"> di </w:t>
    </w:r>
    <w:r w:rsidR="00201542" w:rsidRPr="00790CBC">
      <w:rPr>
        <w:rFonts w:ascii="Calibri" w:hAnsi="Calibri"/>
        <w:i/>
        <w:iCs/>
      </w:rPr>
      <w:fldChar w:fldCharType="begin"/>
    </w:r>
    <w:r w:rsidRPr="00790CBC">
      <w:rPr>
        <w:rFonts w:ascii="Calibri" w:hAnsi="Calibri"/>
        <w:i/>
        <w:iCs/>
      </w:rPr>
      <w:instrText xml:space="preserve"> NUMPAGES </w:instrText>
    </w:r>
    <w:r w:rsidR="00201542" w:rsidRPr="00790CBC">
      <w:rPr>
        <w:rFonts w:ascii="Calibri" w:hAnsi="Calibri"/>
        <w:i/>
        <w:iCs/>
      </w:rPr>
      <w:fldChar w:fldCharType="separate"/>
    </w:r>
    <w:r w:rsidR="00FD1EAB">
      <w:rPr>
        <w:rFonts w:ascii="Calibri" w:hAnsi="Calibri"/>
        <w:i/>
        <w:iCs/>
        <w:noProof/>
      </w:rPr>
      <w:t>2</w:t>
    </w:r>
    <w:r w:rsidR="00201542" w:rsidRPr="00790CBC">
      <w:rPr>
        <w:rFonts w:ascii="Calibri" w:hAnsi="Calibri"/>
        <w:i/>
        <w:iCs/>
      </w:rPr>
      <w:fldChar w:fldCharType="end"/>
    </w:r>
  </w:p>
  <w:p w:rsidR="00C41177" w:rsidRDefault="00C41177"/>
  <w:p w:rsidR="00C41177" w:rsidRDefault="00C4117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177" w:rsidRPr="00CE6274" w:rsidRDefault="00C41177" w:rsidP="00A6796A">
    <w:pPr>
      <w:pStyle w:val="Pidipagina"/>
      <w:tabs>
        <w:tab w:val="clear" w:pos="4819"/>
        <w:tab w:val="clear" w:pos="9638"/>
        <w:tab w:val="right" w:pos="10206"/>
      </w:tabs>
      <w:ind w:right="-23"/>
      <w:rPr>
        <w:rFonts w:ascii="Calibri" w:hAnsi="Calibri"/>
      </w:rPr>
    </w:pPr>
    <w:r>
      <w:rPr>
        <w:rFonts w:ascii="Calibri" w:hAnsi="Calibri"/>
        <w:i/>
        <w:iCs/>
      </w:rPr>
      <w:tab/>
    </w:r>
    <w:r w:rsidRPr="00790CBC">
      <w:rPr>
        <w:rFonts w:ascii="Calibri" w:hAnsi="Calibri"/>
        <w:i/>
        <w:iCs/>
      </w:rPr>
      <w:t xml:space="preserve">Pagina </w:t>
    </w:r>
    <w:r w:rsidR="00201542" w:rsidRPr="00790CBC">
      <w:rPr>
        <w:rFonts w:ascii="Calibri" w:hAnsi="Calibri"/>
        <w:i/>
        <w:iCs/>
      </w:rPr>
      <w:fldChar w:fldCharType="begin"/>
    </w:r>
    <w:r w:rsidRPr="00790CBC">
      <w:rPr>
        <w:rFonts w:ascii="Calibri" w:hAnsi="Calibri"/>
        <w:i/>
        <w:iCs/>
      </w:rPr>
      <w:instrText xml:space="preserve"> PAGE </w:instrText>
    </w:r>
    <w:r w:rsidR="00201542" w:rsidRPr="00790CBC">
      <w:rPr>
        <w:rFonts w:ascii="Calibri" w:hAnsi="Calibri"/>
        <w:i/>
        <w:iCs/>
      </w:rPr>
      <w:fldChar w:fldCharType="separate"/>
    </w:r>
    <w:r w:rsidR="00FD1EAB">
      <w:rPr>
        <w:rFonts w:ascii="Calibri" w:hAnsi="Calibri"/>
        <w:i/>
        <w:iCs/>
        <w:noProof/>
      </w:rPr>
      <w:t>1</w:t>
    </w:r>
    <w:r w:rsidR="00201542" w:rsidRPr="00790CBC">
      <w:rPr>
        <w:rFonts w:ascii="Calibri" w:hAnsi="Calibri"/>
        <w:i/>
        <w:iCs/>
      </w:rPr>
      <w:fldChar w:fldCharType="end"/>
    </w:r>
    <w:r w:rsidRPr="00790CBC">
      <w:rPr>
        <w:rFonts w:ascii="Calibri" w:hAnsi="Calibri"/>
        <w:i/>
        <w:iCs/>
      </w:rPr>
      <w:t xml:space="preserve"> di </w:t>
    </w:r>
    <w:r w:rsidR="00201542" w:rsidRPr="00790CBC">
      <w:rPr>
        <w:rFonts w:ascii="Calibri" w:hAnsi="Calibri"/>
        <w:i/>
        <w:iCs/>
      </w:rPr>
      <w:fldChar w:fldCharType="begin"/>
    </w:r>
    <w:r w:rsidRPr="00790CBC">
      <w:rPr>
        <w:rFonts w:ascii="Calibri" w:hAnsi="Calibri"/>
        <w:i/>
        <w:iCs/>
      </w:rPr>
      <w:instrText xml:space="preserve"> NUMPAGES </w:instrText>
    </w:r>
    <w:r w:rsidR="00201542" w:rsidRPr="00790CBC">
      <w:rPr>
        <w:rFonts w:ascii="Calibri" w:hAnsi="Calibri"/>
        <w:i/>
        <w:iCs/>
      </w:rPr>
      <w:fldChar w:fldCharType="separate"/>
    </w:r>
    <w:r w:rsidR="00FD1EAB">
      <w:rPr>
        <w:rFonts w:ascii="Calibri" w:hAnsi="Calibri"/>
        <w:i/>
        <w:iCs/>
        <w:noProof/>
      </w:rPr>
      <w:t>2</w:t>
    </w:r>
    <w:r w:rsidR="00201542" w:rsidRPr="00790CBC">
      <w:rPr>
        <w:rFonts w:ascii="Calibri" w:hAnsi="Calibri"/>
        <w:i/>
        <w:iCs/>
      </w:rPr>
      <w:fldChar w:fldCharType="end"/>
    </w:r>
  </w:p>
  <w:p w:rsidR="00C41177" w:rsidRDefault="00C41177" w:rsidP="003A468E">
    <w:pPr>
      <w:pStyle w:val="Pidipagina"/>
      <w:tabs>
        <w:tab w:val="clear" w:pos="4819"/>
        <w:tab w:val="clear" w:pos="9638"/>
      </w:tabs>
      <w:ind w:left="-709" w:right="-710"/>
      <w:jc w:val="center"/>
      <w:rPr>
        <w:rFonts w:ascii="Calibri" w:hAnsi="Calibri"/>
      </w:rPr>
    </w:pPr>
    <w:r w:rsidRPr="003A468E">
      <w:rPr>
        <w:rFonts w:ascii="Calibri" w:hAnsi="Calibri"/>
        <w:noProof/>
      </w:rPr>
      <w:drawing>
        <wp:inline distT="0" distB="0" distL="0" distR="0">
          <wp:extent cx="6459220" cy="5340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7952"/>
                  <a:stretch>
                    <a:fillRect/>
                  </a:stretch>
                </pic:blipFill>
                <pic:spPr bwMode="auto">
                  <a:xfrm>
                    <a:off x="0" y="0"/>
                    <a:ext cx="6459220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5437" w:rsidRDefault="00215437">
      <w:r>
        <w:separator/>
      </w:r>
    </w:p>
  </w:footnote>
  <w:footnote w:type="continuationSeparator" w:id="0">
    <w:p w:rsidR="00215437" w:rsidRDefault="002154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177" w:rsidRDefault="00C41177" w:rsidP="005311A0">
    <w:pPr>
      <w:pStyle w:val="Intestazione"/>
      <w:jc w:val="center"/>
    </w:pPr>
    <w:r>
      <w:rPr>
        <w:rFonts w:ascii="Calibri" w:hAnsi="Calibri" w:cs="Lucida Sans Unicode"/>
        <w:color w:val="0070C0"/>
        <w:w w:val="120"/>
        <w:sz w:val="22"/>
        <w:szCs w:val="22"/>
      </w:rPr>
      <w:t xml:space="preserve">CONSORZIO DI BONIFICA </w:t>
    </w:r>
    <w:r w:rsidRPr="00044B23">
      <w:rPr>
        <w:rFonts w:ascii="Calibri" w:hAnsi="Calibri" w:cs="Lucida Sans Unicode"/>
        <w:color w:val="0070C0"/>
        <w:w w:val="120"/>
        <w:sz w:val="22"/>
        <w:szCs w:val="22"/>
      </w:rPr>
      <w:t>DEL SANNIO ALIFANO</w:t>
    </w:r>
  </w:p>
  <w:p w:rsidR="00C41177" w:rsidRPr="00790CBC" w:rsidRDefault="00C41177" w:rsidP="005311A0">
    <w:pPr>
      <w:pStyle w:val="Intestazione"/>
      <w:tabs>
        <w:tab w:val="clear" w:pos="9638"/>
      </w:tabs>
      <w:ind w:right="-23"/>
      <w:jc w:val="center"/>
      <w:rPr>
        <w:rFonts w:ascii="Calibri" w:hAnsi="Calibri"/>
      </w:rPr>
    </w:pPr>
    <w:r>
      <w:rPr>
        <w:rFonts w:ascii="Calibri" w:hAnsi="Calibri"/>
        <w:szCs w:val="16"/>
        <w:vertAlign w:val="superscript"/>
      </w:rPr>
      <w:t>-----------------</w:t>
    </w:r>
    <w:r w:rsidRPr="005B05DB">
      <w:rPr>
        <w:rFonts w:ascii="Calibri" w:hAnsi="Calibri"/>
        <w:szCs w:val="16"/>
        <w:vertAlign w:val="superscript"/>
      </w:rPr>
      <w:t>------------------------------------------------</w:t>
    </w:r>
    <w:r>
      <w:rPr>
        <w:rFonts w:ascii="Calibri" w:hAnsi="Calibri"/>
        <w:szCs w:val="16"/>
        <w:vertAlign w:val="superscript"/>
      </w:rPr>
      <w:t>-----------------------------------------------------------------------------------------------------------------------------------------------------------------</w:t>
    </w:r>
    <w:r w:rsidRPr="005B05DB">
      <w:rPr>
        <w:rFonts w:ascii="Calibri" w:hAnsi="Calibri"/>
        <w:szCs w:val="16"/>
        <w:vertAlign w:val="superscript"/>
      </w:rPr>
      <w:t>---------------------------------------------------------------------------------------------------------</w:t>
    </w:r>
    <w:r>
      <w:rPr>
        <w:rFonts w:ascii="Calibri" w:hAnsi="Calibri"/>
        <w:szCs w:val="16"/>
        <w:vertAlign w:val="superscript"/>
      </w:rPr>
      <w:t>--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177" w:rsidRDefault="00C41177" w:rsidP="006A76D5">
    <w:pPr>
      <w:pStyle w:val="Intestazione"/>
      <w:tabs>
        <w:tab w:val="clear" w:pos="4819"/>
        <w:tab w:val="clear" w:pos="9638"/>
      </w:tabs>
      <w:ind w:left="-284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-151130</wp:posOffset>
          </wp:positionH>
          <wp:positionV relativeFrom="paragraph">
            <wp:posOffset>128905</wp:posOffset>
          </wp:positionV>
          <wp:extent cx="2250440" cy="1102360"/>
          <wp:effectExtent l="0" t="0" r="0" b="2540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0440" cy="1102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 xml:space="preserve"> </w:t>
    </w:r>
  </w:p>
  <w:p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Viale della Libertà, 61</w:t>
    </w:r>
  </w:p>
  <w:p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81016 Piedimonte Matese (CE)</w:t>
    </w:r>
  </w:p>
  <w:p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Codice Fiscale: 82000610616</w:t>
    </w:r>
  </w:p>
  <w:p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Tel. 0823 911446</w:t>
    </w:r>
  </w:p>
  <w:p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Fax: 0823 913993</w:t>
    </w:r>
  </w:p>
  <w:p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  <w:lang w:val="en-US"/>
      </w:rPr>
    </w:pPr>
    <w:r w:rsidRPr="009C146F">
      <w:rPr>
        <w:rFonts w:ascii="Calibri" w:hAnsi="Calibri" w:cs="Calibri"/>
        <w:sz w:val="18"/>
        <w:szCs w:val="18"/>
        <w:lang w:val="en-US"/>
      </w:rPr>
      <w:t>Email: info@sannioalifano.it</w:t>
    </w:r>
  </w:p>
  <w:p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  <w:lang w:val="en-US"/>
      </w:rPr>
    </w:pPr>
    <w:r w:rsidRPr="009C146F">
      <w:rPr>
        <w:rFonts w:ascii="Calibri" w:hAnsi="Calibri" w:cs="Calibri"/>
        <w:sz w:val="18"/>
        <w:szCs w:val="18"/>
        <w:lang w:val="en-US"/>
      </w:rPr>
      <w:t>PEC: sannioalifano@pec.it</w:t>
    </w:r>
  </w:p>
  <w:p w:rsidR="00C41177" w:rsidRDefault="0021543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  <w:lang w:val="en-US"/>
      </w:rPr>
    </w:pPr>
    <w:hyperlink r:id="rId2" w:history="1">
      <w:r w:rsidR="00C41177" w:rsidRPr="009C146F">
        <w:rPr>
          <w:rStyle w:val="Collegamentoipertestuale"/>
          <w:rFonts w:ascii="Calibri" w:hAnsi="Calibri" w:cs="Calibri"/>
          <w:sz w:val="18"/>
          <w:szCs w:val="18"/>
          <w:lang w:val="en-US"/>
        </w:rPr>
        <w:t>www.sannioalifano.it</w:t>
      </w:r>
    </w:hyperlink>
  </w:p>
  <w:p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  <w:lang w:val="en-US"/>
      </w:rPr>
    </w:pPr>
  </w:p>
  <w:p w:rsidR="00C41177" w:rsidRPr="003F6A8D" w:rsidRDefault="00C41177">
    <w:pPr>
      <w:tabs>
        <w:tab w:val="left" w:pos="5670"/>
      </w:tabs>
      <w:ind w:left="-567" w:right="-567"/>
      <w:jc w:val="both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E70697"/>
    <w:multiLevelType w:val="hybridMultilevel"/>
    <w:tmpl w:val="E512699E"/>
    <w:lvl w:ilvl="0" w:tplc="A29CC22C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8072BFA"/>
    <w:multiLevelType w:val="hybridMultilevel"/>
    <w:tmpl w:val="7F7A09E8"/>
    <w:lvl w:ilvl="0" w:tplc="A29CC22C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DDE330D"/>
    <w:multiLevelType w:val="hybridMultilevel"/>
    <w:tmpl w:val="A1689C56"/>
    <w:lvl w:ilvl="0" w:tplc="07FCC09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D614F1"/>
    <w:multiLevelType w:val="hybridMultilevel"/>
    <w:tmpl w:val="277AF1E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404C33"/>
    <w:multiLevelType w:val="hybridMultilevel"/>
    <w:tmpl w:val="00923D3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CA69FA"/>
    <w:multiLevelType w:val="hybridMultilevel"/>
    <w:tmpl w:val="0A84D3B2"/>
    <w:lvl w:ilvl="0" w:tplc="CF3A5B1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5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1D7F"/>
    <w:rsid w:val="000011A7"/>
    <w:rsid w:val="000033EA"/>
    <w:rsid w:val="00005375"/>
    <w:rsid w:val="000060E6"/>
    <w:rsid w:val="00007582"/>
    <w:rsid w:val="00011F03"/>
    <w:rsid w:val="000120A3"/>
    <w:rsid w:val="0001220C"/>
    <w:rsid w:val="000146C7"/>
    <w:rsid w:val="00016DB5"/>
    <w:rsid w:val="00017BD0"/>
    <w:rsid w:val="00020B2D"/>
    <w:rsid w:val="000229FC"/>
    <w:rsid w:val="000230E4"/>
    <w:rsid w:val="0002342B"/>
    <w:rsid w:val="000237CE"/>
    <w:rsid w:val="000248A3"/>
    <w:rsid w:val="00025725"/>
    <w:rsid w:val="000257EB"/>
    <w:rsid w:val="00025D37"/>
    <w:rsid w:val="0003172E"/>
    <w:rsid w:val="00033D16"/>
    <w:rsid w:val="00034E51"/>
    <w:rsid w:val="00035582"/>
    <w:rsid w:val="000364D9"/>
    <w:rsid w:val="00036B75"/>
    <w:rsid w:val="00041E68"/>
    <w:rsid w:val="000444B2"/>
    <w:rsid w:val="00044B23"/>
    <w:rsid w:val="00045E06"/>
    <w:rsid w:val="00047944"/>
    <w:rsid w:val="0005196F"/>
    <w:rsid w:val="00052DBB"/>
    <w:rsid w:val="000563A6"/>
    <w:rsid w:val="000603AD"/>
    <w:rsid w:val="00061507"/>
    <w:rsid w:val="00061733"/>
    <w:rsid w:val="0006266F"/>
    <w:rsid w:val="00064036"/>
    <w:rsid w:val="00064A23"/>
    <w:rsid w:val="00065816"/>
    <w:rsid w:val="00065941"/>
    <w:rsid w:val="00071746"/>
    <w:rsid w:val="000719BB"/>
    <w:rsid w:val="000726BF"/>
    <w:rsid w:val="000756D7"/>
    <w:rsid w:val="0007586F"/>
    <w:rsid w:val="00076D2B"/>
    <w:rsid w:val="000774E2"/>
    <w:rsid w:val="00080356"/>
    <w:rsid w:val="000809A4"/>
    <w:rsid w:val="00082C35"/>
    <w:rsid w:val="00083BBF"/>
    <w:rsid w:val="000845E9"/>
    <w:rsid w:val="000846CF"/>
    <w:rsid w:val="00085C90"/>
    <w:rsid w:val="000910E3"/>
    <w:rsid w:val="00093323"/>
    <w:rsid w:val="00094AC3"/>
    <w:rsid w:val="00095591"/>
    <w:rsid w:val="00097936"/>
    <w:rsid w:val="000A2042"/>
    <w:rsid w:val="000A464F"/>
    <w:rsid w:val="000A48E6"/>
    <w:rsid w:val="000A4970"/>
    <w:rsid w:val="000A6BB5"/>
    <w:rsid w:val="000A7836"/>
    <w:rsid w:val="000B17FA"/>
    <w:rsid w:val="000B3E33"/>
    <w:rsid w:val="000B4514"/>
    <w:rsid w:val="000C1888"/>
    <w:rsid w:val="000C3732"/>
    <w:rsid w:val="000C47AC"/>
    <w:rsid w:val="000C5470"/>
    <w:rsid w:val="000D171C"/>
    <w:rsid w:val="000D41CE"/>
    <w:rsid w:val="000E04DB"/>
    <w:rsid w:val="000E46E8"/>
    <w:rsid w:val="000F196E"/>
    <w:rsid w:val="000F4B62"/>
    <w:rsid w:val="000F6383"/>
    <w:rsid w:val="000F7660"/>
    <w:rsid w:val="00100215"/>
    <w:rsid w:val="00100EC6"/>
    <w:rsid w:val="00104FF6"/>
    <w:rsid w:val="001054D1"/>
    <w:rsid w:val="00105B40"/>
    <w:rsid w:val="00106711"/>
    <w:rsid w:val="001105BF"/>
    <w:rsid w:val="00115B97"/>
    <w:rsid w:val="00116776"/>
    <w:rsid w:val="00121C2E"/>
    <w:rsid w:val="00123BF9"/>
    <w:rsid w:val="0013023E"/>
    <w:rsid w:val="001307C3"/>
    <w:rsid w:val="00130E0F"/>
    <w:rsid w:val="00134412"/>
    <w:rsid w:val="0013507A"/>
    <w:rsid w:val="0013731E"/>
    <w:rsid w:val="00137541"/>
    <w:rsid w:val="00137F7B"/>
    <w:rsid w:val="00140201"/>
    <w:rsid w:val="00140D1E"/>
    <w:rsid w:val="00140F97"/>
    <w:rsid w:val="00142643"/>
    <w:rsid w:val="0014275F"/>
    <w:rsid w:val="001451AE"/>
    <w:rsid w:val="0014605C"/>
    <w:rsid w:val="00147C4E"/>
    <w:rsid w:val="00150ECE"/>
    <w:rsid w:val="0015243C"/>
    <w:rsid w:val="00154DEC"/>
    <w:rsid w:val="00156395"/>
    <w:rsid w:val="00160281"/>
    <w:rsid w:val="00160F43"/>
    <w:rsid w:val="00161F9C"/>
    <w:rsid w:val="00164532"/>
    <w:rsid w:val="00165DE3"/>
    <w:rsid w:val="00165E58"/>
    <w:rsid w:val="001678E5"/>
    <w:rsid w:val="00170568"/>
    <w:rsid w:val="00170B5E"/>
    <w:rsid w:val="001733C6"/>
    <w:rsid w:val="00173961"/>
    <w:rsid w:val="00174AC3"/>
    <w:rsid w:val="001751D6"/>
    <w:rsid w:val="00175225"/>
    <w:rsid w:val="001777E6"/>
    <w:rsid w:val="001779BE"/>
    <w:rsid w:val="00177AA0"/>
    <w:rsid w:val="00180111"/>
    <w:rsid w:val="00182395"/>
    <w:rsid w:val="00182E34"/>
    <w:rsid w:val="00183137"/>
    <w:rsid w:val="0018469B"/>
    <w:rsid w:val="00186914"/>
    <w:rsid w:val="00191D7A"/>
    <w:rsid w:val="001967D3"/>
    <w:rsid w:val="001978E9"/>
    <w:rsid w:val="001A0041"/>
    <w:rsid w:val="001A047A"/>
    <w:rsid w:val="001A05A6"/>
    <w:rsid w:val="001A7D73"/>
    <w:rsid w:val="001B13BD"/>
    <w:rsid w:val="001B3EB7"/>
    <w:rsid w:val="001B447D"/>
    <w:rsid w:val="001B66FC"/>
    <w:rsid w:val="001B7F1E"/>
    <w:rsid w:val="001C0AEA"/>
    <w:rsid w:val="001C1D7F"/>
    <w:rsid w:val="001C6F3E"/>
    <w:rsid w:val="001C6FCF"/>
    <w:rsid w:val="001D08D1"/>
    <w:rsid w:val="001D0D5F"/>
    <w:rsid w:val="001D284D"/>
    <w:rsid w:val="001E1FAC"/>
    <w:rsid w:val="001E72EB"/>
    <w:rsid w:val="001E7439"/>
    <w:rsid w:val="001F1EEF"/>
    <w:rsid w:val="001F1F79"/>
    <w:rsid w:val="001F5C82"/>
    <w:rsid w:val="001F6BFE"/>
    <w:rsid w:val="001F7F46"/>
    <w:rsid w:val="00200E52"/>
    <w:rsid w:val="00201542"/>
    <w:rsid w:val="002022F2"/>
    <w:rsid w:val="0020452C"/>
    <w:rsid w:val="0021044C"/>
    <w:rsid w:val="0021222F"/>
    <w:rsid w:val="00212576"/>
    <w:rsid w:val="0021437A"/>
    <w:rsid w:val="00215437"/>
    <w:rsid w:val="00217418"/>
    <w:rsid w:val="00221D95"/>
    <w:rsid w:val="002237BD"/>
    <w:rsid w:val="002256A1"/>
    <w:rsid w:val="0022775E"/>
    <w:rsid w:val="0023192D"/>
    <w:rsid w:val="002331F8"/>
    <w:rsid w:val="00233715"/>
    <w:rsid w:val="0023550A"/>
    <w:rsid w:val="00241257"/>
    <w:rsid w:val="00244F13"/>
    <w:rsid w:val="002451CB"/>
    <w:rsid w:val="00245D96"/>
    <w:rsid w:val="00246189"/>
    <w:rsid w:val="00247760"/>
    <w:rsid w:val="002478FB"/>
    <w:rsid w:val="00254731"/>
    <w:rsid w:val="002574F8"/>
    <w:rsid w:val="00262619"/>
    <w:rsid w:val="00264EB1"/>
    <w:rsid w:val="00265A5F"/>
    <w:rsid w:val="0026614D"/>
    <w:rsid w:val="002666AF"/>
    <w:rsid w:val="002715A3"/>
    <w:rsid w:val="00271A0C"/>
    <w:rsid w:val="0028066C"/>
    <w:rsid w:val="002876F5"/>
    <w:rsid w:val="00297564"/>
    <w:rsid w:val="002A3250"/>
    <w:rsid w:val="002A33C9"/>
    <w:rsid w:val="002A58B0"/>
    <w:rsid w:val="002A62CD"/>
    <w:rsid w:val="002A6F1F"/>
    <w:rsid w:val="002A77C1"/>
    <w:rsid w:val="002B0EAB"/>
    <w:rsid w:val="002B3EF2"/>
    <w:rsid w:val="002B4535"/>
    <w:rsid w:val="002B5ED4"/>
    <w:rsid w:val="002B65B6"/>
    <w:rsid w:val="002B7DA4"/>
    <w:rsid w:val="002C151F"/>
    <w:rsid w:val="002C27C3"/>
    <w:rsid w:val="002C44D3"/>
    <w:rsid w:val="002C5B30"/>
    <w:rsid w:val="002C5C02"/>
    <w:rsid w:val="002C69E6"/>
    <w:rsid w:val="002C7DDB"/>
    <w:rsid w:val="002D27BF"/>
    <w:rsid w:val="002D29B5"/>
    <w:rsid w:val="002D3583"/>
    <w:rsid w:val="002D64BA"/>
    <w:rsid w:val="002D67BF"/>
    <w:rsid w:val="002D75B3"/>
    <w:rsid w:val="002E0479"/>
    <w:rsid w:val="002E31A4"/>
    <w:rsid w:val="002E7DF5"/>
    <w:rsid w:val="002F4828"/>
    <w:rsid w:val="002F50C3"/>
    <w:rsid w:val="002F7DAF"/>
    <w:rsid w:val="003007A4"/>
    <w:rsid w:val="003026A6"/>
    <w:rsid w:val="00302B50"/>
    <w:rsid w:val="003045C4"/>
    <w:rsid w:val="003100C0"/>
    <w:rsid w:val="00311868"/>
    <w:rsid w:val="00311901"/>
    <w:rsid w:val="00314380"/>
    <w:rsid w:val="003147FA"/>
    <w:rsid w:val="00315AD4"/>
    <w:rsid w:val="00315C59"/>
    <w:rsid w:val="00315C8F"/>
    <w:rsid w:val="00317CC5"/>
    <w:rsid w:val="00317D4B"/>
    <w:rsid w:val="00321BA6"/>
    <w:rsid w:val="00321C18"/>
    <w:rsid w:val="0032299C"/>
    <w:rsid w:val="00322C5A"/>
    <w:rsid w:val="00325AB1"/>
    <w:rsid w:val="00327772"/>
    <w:rsid w:val="00330242"/>
    <w:rsid w:val="00330890"/>
    <w:rsid w:val="0033323B"/>
    <w:rsid w:val="0034343E"/>
    <w:rsid w:val="0034459A"/>
    <w:rsid w:val="00346DCC"/>
    <w:rsid w:val="00353EEB"/>
    <w:rsid w:val="0035791C"/>
    <w:rsid w:val="003632DC"/>
    <w:rsid w:val="00364AB7"/>
    <w:rsid w:val="003652B8"/>
    <w:rsid w:val="00365CBC"/>
    <w:rsid w:val="00365E50"/>
    <w:rsid w:val="00370477"/>
    <w:rsid w:val="00370FDE"/>
    <w:rsid w:val="003711F0"/>
    <w:rsid w:val="0037159B"/>
    <w:rsid w:val="00375466"/>
    <w:rsid w:val="00380E41"/>
    <w:rsid w:val="00383CBE"/>
    <w:rsid w:val="00384087"/>
    <w:rsid w:val="00384CA2"/>
    <w:rsid w:val="00385A16"/>
    <w:rsid w:val="00386001"/>
    <w:rsid w:val="00386671"/>
    <w:rsid w:val="003876DA"/>
    <w:rsid w:val="003902F0"/>
    <w:rsid w:val="00390FD5"/>
    <w:rsid w:val="00391522"/>
    <w:rsid w:val="00391BE7"/>
    <w:rsid w:val="00391E14"/>
    <w:rsid w:val="003925AD"/>
    <w:rsid w:val="00392C1E"/>
    <w:rsid w:val="003941D1"/>
    <w:rsid w:val="0039565B"/>
    <w:rsid w:val="00395D01"/>
    <w:rsid w:val="003A0B29"/>
    <w:rsid w:val="003A25FB"/>
    <w:rsid w:val="003A2B5A"/>
    <w:rsid w:val="003A2CDB"/>
    <w:rsid w:val="003A3F1C"/>
    <w:rsid w:val="003A468E"/>
    <w:rsid w:val="003B086B"/>
    <w:rsid w:val="003B25AB"/>
    <w:rsid w:val="003B72BC"/>
    <w:rsid w:val="003B7BB2"/>
    <w:rsid w:val="003C6EE3"/>
    <w:rsid w:val="003C7A69"/>
    <w:rsid w:val="003D398C"/>
    <w:rsid w:val="003D39F9"/>
    <w:rsid w:val="003D6B01"/>
    <w:rsid w:val="003E3B13"/>
    <w:rsid w:val="003E40EC"/>
    <w:rsid w:val="003E4E8B"/>
    <w:rsid w:val="003E569B"/>
    <w:rsid w:val="003E58D1"/>
    <w:rsid w:val="003E6C77"/>
    <w:rsid w:val="003F1517"/>
    <w:rsid w:val="003F1AC5"/>
    <w:rsid w:val="003F24BE"/>
    <w:rsid w:val="003F4DE4"/>
    <w:rsid w:val="003F5378"/>
    <w:rsid w:val="003F5570"/>
    <w:rsid w:val="003F57B4"/>
    <w:rsid w:val="003F5CBB"/>
    <w:rsid w:val="003F68DB"/>
    <w:rsid w:val="003F6A8D"/>
    <w:rsid w:val="003F6B33"/>
    <w:rsid w:val="0040046E"/>
    <w:rsid w:val="00403A4A"/>
    <w:rsid w:val="00404A5A"/>
    <w:rsid w:val="004052F6"/>
    <w:rsid w:val="00406C2C"/>
    <w:rsid w:val="00406F0D"/>
    <w:rsid w:val="0040795B"/>
    <w:rsid w:val="004112C5"/>
    <w:rsid w:val="00411E12"/>
    <w:rsid w:val="00412FFF"/>
    <w:rsid w:val="004137DE"/>
    <w:rsid w:val="004141EF"/>
    <w:rsid w:val="004159D4"/>
    <w:rsid w:val="00415E74"/>
    <w:rsid w:val="00415F89"/>
    <w:rsid w:val="00417C6B"/>
    <w:rsid w:val="00417F84"/>
    <w:rsid w:val="0042372E"/>
    <w:rsid w:val="00424DF5"/>
    <w:rsid w:val="00424E6E"/>
    <w:rsid w:val="004332A8"/>
    <w:rsid w:val="00434BBE"/>
    <w:rsid w:val="00434DE4"/>
    <w:rsid w:val="00436D82"/>
    <w:rsid w:val="00437C3E"/>
    <w:rsid w:val="00440C7E"/>
    <w:rsid w:val="00442E27"/>
    <w:rsid w:val="00444B53"/>
    <w:rsid w:val="004453C2"/>
    <w:rsid w:val="004458BB"/>
    <w:rsid w:val="004460DA"/>
    <w:rsid w:val="004475B2"/>
    <w:rsid w:val="00447E56"/>
    <w:rsid w:val="00450124"/>
    <w:rsid w:val="00451D65"/>
    <w:rsid w:val="004538E9"/>
    <w:rsid w:val="004539B9"/>
    <w:rsid w:val="004565EE"/>
    <w:rsid w:val="0045738C"/>
    <w:rsid w:val="00460921"/>
    <w:rsid w:val="00460BAB"/>
    <w:rsid w:val="00461482"/>
    <w:rsid w:val="00461646"/>
    <w:rsid w:val="00462162"/>
    <w:rsid w:val="004653F7"/>
    <w:rsid w:val="004657A5"/>
    <w:rsid w:val="00466248"/>
    <w:rsid w:val="004735C0"/>
    <w:rsid w:val="00473854"/>
    <w:rsid w:val="004766A6"/>
    <w:rsid w:val="004833C8"/>
    <w:rsid w:val="00483C3F"/>
    <w:rsid w:val="00485D84"/>
    <w:rsid w:val="004862BF"/>
    <w:rsid w:val="00490618"/>
    <w:rsid w:val="004906AA"/>
    <w:rsid w:val="00492032"/>
    <w:rsid w:val="00496669"/>
    <w:rsid w:val="004972E8"/>
    <w:rsid w:val="004A6535"/>
    <w:rsid w:val="004B010F"/>
    <w:rsid w:val="004B1227"/>
    <w:rsid w:val="004B1D52"/>
    <w:rsid w:val="004B3A63"/>
    <w:rsid w:val="004B5EF2"/>
    <w:rsid w:val="004B6EEB"/>
    <w:rsid w:val="004B716B"/>
    <w:rsid w:val="004C0452"/>
    <w:rsid w:val="004C05E6"/>
    <w:rsid w:val="004C117E"/>
    <w:rsid w:val="004C1CBB"/>
    <w:rsid w:val="004C1F1C"/>
    <w:rsid w:val="004C4F28"/>
    <w:rsid w:val="004C5C5E"/>
    <w:rsid w:val="004C7A01"/>
    <w:rsid w:val="004D0454"/>
    <w:rsid w:val="004D6838"/>
    <w:rsid w:val="004E0DFE"/>
    <w:rsid w:val="004E20B1"/>
    <w:rsid w:val="004E212A"/>
    <w:rsid w:val="004E76C5"/>
    <w:rsid w:val="004F04DD"/>
    <w:rsid w:val="004F1BD1"/>
    <w:rsid w:val="004F1FD0"/>
    <w:rsid w:val="004F4D8D"/>
    <w:rsid w:val="004F516F"/>
    <w:rsid w:val="004F7AEE"/>
    <w:rsid w:val="00501159"/>
    <w:rsid w:val="00501AC1"/>
    <w:rsid w:val="0050389B"/>
    <w:rsid w:val="00506D2A"/>
    <w:rsid w:val="00511CD9"/>
    <w:rsid w:val="0051255E"/>
    <w:rsid w:val="00513A96"/>
    <w:rsid w:val="00513F50"/>
    <w:rsid w:val="00515D5F"/>
    <w:rsid w:val="00522152"/>
    <w:rsid w:val="00522DDC"/>
    <w:rsid w:val="00523888"/>
    <w:rsid w:val="005242D8"/>
    <w:rsid w:val="00525C33"/>
    <w:rsid w:val="00527254"/>
    <w:rsid w:val="00527B9C"/>
    <w:rsid w:val="00527C3B"/>
    <w:rsid w:val="005311A0"/>
    <w:rsid w:val="00540A60"/>
    <w:rsid w:val="00541530"/>
    <w:rsid w:val="00543FB9"/>
    <w:rsid w:val="00544B31"/>
    <w:rsid w:val="00547BF6"/>
    <w:rsid w:val="00550FB4"/>
    <w:rsid w:val="0055129C"/>
    <w:rsid w:val="00552422"/>
    <w:rsid w:val="0055270D"/>
    <w:rsid w:val="00553C95"/>
    <w:rsid w:val="005541A0"/>
    <w:rsid w:val="005564BB"/>
    <w:rsid w:val="005565A7"/>
    <w:rsid w:val="005575EB"/>
    <w:rsid w:val="0056078D"/>
    <w:rsid w:val="005611CB"/>
    <w:rsid w:val="0056153C"/>
    <w:rsid w:val="0056465E"/>
    <w:rsid w:val="005661C9"/>
    <w:rsid w:val="00567D9C"/>
    <w:rsid w:val="00571B6D"/>
    <w:rsid w:val="00573175"/>
    <w:rsid w:val="005734E1"/>
    <w:rsid w:val="00573739"/>
    <w:rsid w:val="00575B32"/>
    <w:rsid w:val="0057734C"/>
    <w:rsid w:val="0058314E"/>
    <w:rsid w:val="00584009"/>
    <w:rsid w:val="00584E93"/>
    <w:rsid w:val="00586081"/>
    <w:rsid w:val="005861FC"/>
    <w:rsid w:val="00586AE1"/>
    <w:rsid w:val="00590D22"/>
    <w:rsid w:val="005B05DB"/>
    <w:rsid w:val="005B0B1B"/>
    <w:rsid w:val="005B693D"/>
    <w:rsid w:val="005C01C7"/>
    <w:rsid w:val="005C037F"/>
    <w:rsid w:val="005C4698"/>
    <w:rsid w:val="005C47D1"/>
    <w:rsid w:val="005C747C"/>
    <w:rsid w:val="005D2ACE"/>
    <w:rsid w:val="005D3F7C"/>
    <w:rsid w:val="005D4570"/>
    <w:rsid w:val="005D4F0A"/>
    <w:rsid w:val="005E0D9A"/>
    <w:rsid w:val="005F0F23"/>
    <w:rsid w:val="005F302D"/>
    <w:rsid w:val="005F3688"/>
    <w:rsid w:val="005F3AA4"/>
    <w:rsid w:val="005F42D6"/>
    <w:rsid w:val="00602ABB"/>
    <w:rsid w:val="00602C1D"/>
    <w:rsid w:val="00606BDA"/>
    <w:rsid w:val="00610899"/>
    <w:rsid w:val="00613682"/>
    <w:rsid w:val="006158EA"/>
    <w:rsid w:val="00616173"/>
    <w:rsid w:val="00620E20"/>
    <w:rsid w:val="006241F6"/>
    <w:rsid w:val="00624F32"/>
    <w:rsid w:val="006261A6"/>
    <w:rsid w:val="00630C3C"/>
    <w:rsid w:val="0063333D"/>
    <w:rsid w:val="006342EE"/>
    <w:rsid w:val="0063508F"/>
    <w:rsid w:val="00637441"/>
    <w:rsid w:val="00640EFA"/>
    <w:rsid w:val="0064177B"/>
    <w:rsid w:val="0064345A"/>
    <w:rsid w:val="00644EF8"/>
    <w:rsid w:val="0064746A"/>
    <w:rsid w:val="0065792E"/>
    <w:rsid w:val="006604A9"/>
    <w:rsid w:val="0066198D"/>
    <w:rsid w:val="00662504"/>
    <w:rsid w:val="0066317F"/>
    <w:rsid w:val="00663691"/>
    <w:rsid w:val="00663A27"/>
    <w:rsid w:val="00663A86"/>
    <w:rsid w:val="006646DA"/>
    <w:rsid w:val="00665C49"/>
    <w:rsid w:val="00665D6F"/>
    <w:rsid w:val="00667D48"/>
    <w:rsid w:val="0067137F"/>
    <w:rsid w:val="00671DB4"/>
    <w:rsid w:val="00676964"/>
    <w:rsid w:val="006779E4"/>
    <w:rsid w:val="00677EDC"/>
    <w:rsid w:val="00680267"/>
    <w:rsid w:val="00680F5D"/>
    <w:rsid w:val="00685490"/>
    <w:rsid w:val="0069088B"/>
    <w:rsid w:val="006915F5"/>
    <w:rsid w:val="00692E4E"/>
    <w:rsid w:val="00694AA6"/>
    <w:rsid w:val="006951E5"/>
    <w:rsid w:val="00695445"/>
    <w:rsid w:val="006A25D6"/>
    <w:rsid w:val="006A36B6"/>
    <w:rsid w:val="006A401D"/>
    <w:rsid w:val="006A6523"/>
    <w:rsid w:val="006A76D5"/>
    <w:rsid w:val="006B10F4"/>
    <w:rsid w:val="006B158D"/>
    <w:rsid w:val="006B2D66"/>
    <w:rsid w:val="006B3F94"/>
    <w:rsid w:val="006B4C6B"/>
    <w:rsid w:val="006C009A"/>
    <w:rsid w:val="006C11B6"/>
    <w:rsid w:val="006C1B92"/>
    <w:rsid w:val="006C2C92"/>
    <w:rsid w:val="006C2D74"/>
    <w:rsid w:val="006C5C38"/>
    <w:rsid w:val="006C7D36"/>
    <w:rsid w:val="006D2F9B"/>
    <w:rsid w:val="006D462A"/>
    <w:rsid w:val="006D4F04"/>
    <w:rsid w:val="006D76F2"/>
    <w:rsid w:val="006E175D"/>
    <w:rsid w:val="006E1911"/>
    <w:rsid w:val="006E23B5"/>
    <w:rsid w:val="006E3043"/>
    <w:rsid w:val="006E6D3B"/>
    <w:rsid w:val="006F005B"/>
    <w:rsid w:val="006F0331"/>
    <w:rsid w:val="006F2406"/>
    <w:rsid w:val="00702B5E"/>
    <w:rsid w:val="0070482E"/>
    <w:rsid w:val="007049A3"/>
    <w:rsid w:val="007055DF"/>
    <w:rsid w:val="00707A04"/>
    <w:rsid w:val="007116B4"/>
    <w:rsid w:val="00711C17"/>
    <w:rsid w:val="00712609"/>
    <w:rsid w:val="0071660A"/>
    <w:rsid w:val="0071679E"/>
    <w:rsid w:val="00727C27"/>
    <w:rsid w:val="00730636"/>
    <w:rsid w:val="00730B1D"/>
    <w:rsid w:val="00731451"/>
    <w:rsid w:val="007331D6"/>
    <w:rsid w:val="00733F67"/>
    <w:rsid w:val="0073407E"/>
    <w:rsid w:val="007377B9"/>
    <w:rsid w:val="00744F5E"/>
    <w:rsid w:val="00746247"/>
    <w:rsid w:val="00746AEE"/>
    <w:rsid w:val="0075021A"/>
    <w:rsid w:val="00754254"/>
    <w:rsid w:val="00757EDF"/>
    <w:rsid w:val="0076063D"/>
    <w:rsid w:val="00760646"/>
    <w:rsid w:val="007610E3"/>
    <w:rsid w:val="0076337D"/>
    <w:rsid w:val="00766246"/>
    <w:rsid w:val="00766761"/>
    <w:rsid w:val="00767369"/>
    <w:rsid w:val="007678A0"/>
    <w:rsid w:val="00772FD9"/>
    <w:rsid w:val="007751BE"/>
    <w:rsid w:val="007752D4"/>
    <w:rsid w:val="00776AD3"/>
    <w:rsid w:val="0077793C"/>
    <w:rsid w:val="00783E41"/>
    <w:rsid w:val="0078628F"/>
    <w:rsid w:val="007862AE"/>
    <w:rsid w:val="00786F14"/>
    <w:rsid w:val="00787DCA"/>
    <w:rsid w:val="00790CBC"/>
    <w:rsid w:val="007921FC"/>
    <w:rsid w:val="00793BA2"/>
    <w:rsid w:val="0079474E"/>
    <w:rsid w:val="007A22DD"/>
    <w:rsid w:val="007A3A8D"/>
    <w:rsid w:val="007A6369"/>
    <w:rsid w:val="007A6F1A"/>
    <w:rsid w:val="007B1C8B"/>
    <w:rsid w:val="007B2664"/>
    <w:rsid w:val="007B36E2"/>
    <w:rsid w:val="007B563A"/>
    <w:rsid w:val="007B6C8E"/>
    <w:rsid w:val="007C0001"/>
    <w:rsid w:val="007C0995"/>
    <w:rsid w:val="007C1101"/>
    <w:rsid w:val="007C1DE2"/>
    <w:rsid w:val="007C1F1E"/>
    <w:rsid w:val="007C4AD8"/>
    <w:rsid w:val="007C63AB"/>
    <w:rsid w:val="007D09AF"/>
    <w:rsid w:val="007D0B6A"/>
    <w:rsid w:val="007D1006"/>
    <w:rsid w:val="007D3404"/>
    <w:rsid w:val="007D6972"/>
    <w:rsid w:val="007E1ACC"/>
    <w:rsid w:val="007E4270"/>
    <w:rsid w:val="007E66A1"/>
    <w:rsid w:val="007F02A9"/>
    <w:rsid w:val="007F1205"/>
    <w:rsid w:val="007F15F1"/>
    <w:rsid w:val="007F2717"/>
    <w:rsid w:val="007F35DC"/>
    <w:rsid w:val="007F751C"/>
    <w:rsid w:val="00800AA0"/>
    <w:rsid w:val="008017BA"/>
    <w:rsid w:val="00802A01"/>
    <w:rsid w:val="008032C5"/>
    <w:rsid w:val="0080346F"/>
    <w:rsid w:val="00804F3A"/>
    <w:rsid w:val="0080785C"/>
    <w:rsid w:val="008107FB"/>
    <w:rsid w:val="0081616C"/>
    <w:rsid w:val="00821181"/>
    <w:rsid w:val="0082177D"/>
    <w:rsid w:val="00822295"/>
    <w:rsid w:val="00823773"/>
    <w:rsid w:val="008243C0"/>
    <w:rsid w:val="00825B6F"/>
    <w:rsid w:val="00827409"/>
    <w:rsid w:val="00831590"/>
    <w:rsid w:val="008346F8"/>
    <w:rsid w:val="008347A9"/>
    <w:rsid w:val="008349D3"/>
    <w:rsid w:val="00835239"/>
    <w:rsid w:val="008355AA"/>
    <w:rsid w:val="00835DD2"/>
    <w:rsid w:val="008373CF"/>
    <w:rsid w:val="00837CFC"/>
    <w:rsid w:val="008401B4"/>
    <w:rsid w:val="00841202"/>
    <w:rsid w:val="00843E51"/>
    <w:rsid w:val="00845A58"/>
    <w:rsid w:val="008463C3"/>
    <w:rsid w:val="008475A6"/>
    <w:rsid w:val="00850C24"/>
    <w:rsid w:val="00852F0E"/>
    <w:rsid w:val="008547DA"/>
    <w:rsid w:val="00854927"/>
    <w:rsid w:val="0086281A"/>
    <w:rsid w:val="0086731A"/>
    <w:rsid w:val="00867B89"/>
    <w:rsid w:val="00873A3D"/>
    <w:rsid w:val="00874DE0"/>
    <w:rsid w:val="00875B1F"/>
    <w:rsid w:val="00882E15"/>
    <w:rsid w:val="00883047"/>
    <w:rsid w:val="00883049"/>
    <w:rsid w:val="00884FE8"/>
    <w:rsid w:val="00885CBA"/>
    <w:rsid w:val="00886F7E"/>
    <w:rsid w:val="00887718"/>
    <w:rsid w:val="00887F5B"/>
    <w:rsid w:val="00890952"/>
    <w:rsid w:val="00890C6C"/>
    <w:rsid w:val="0089238A"/>
    <w:rsid w:val="00897501"/>
    <w:rsid w:val="008A18B1"/>
    <w:rsid w:val="008A2425"/>
    <w:rsid w:val="008A4A90"/>
    <w:rsid w:val="008B387E"/>
    <w:rsid w:val="008B3D23"/>
    <w:rsid w:val="008B3EC0"/>
    <w:rsid w:val="008B3FCD"/>
    <w:rsid w:val="008B41A5"/>
    <w:rsid w:val="008B438E"/>
    <w:rsid w:val="008B4B5B"/>
    <w:rsid w:val="008B5B1E"/>
    <w:rsid w:val="008B7F9F"/>
    <w:rsid w:val="008C7163"/>
    <w:rsid w:val="008C79F9"/>
    <w:rsid w:val="008C7CFF"/>
    <w:rsid w:val="008D2446"/>
    <w:rsid w:val="008D372F"/>
    <w:rsid w:val="008D46E2"/>
    <w:rsid w:val="008D4AEE"/>
    <w:rsid w:val="008D4B9A"/>
    <w:rsid w:val="008D58AA"/>
    <w:rsid w:val="008D7472"/>
    <w:rsid w:val="008D7534"/>
    <w:rsid w:val="008E1D62"/>
    <w:rsid w:val="008E339B"/>
    <w:rsid w:val="008F0E11"/>
    <w:rsid w:val="008F2EE8"/>
    <w:rsid w:val="008F599D"/>
    <w:rsid w:val="008F5CB7"/>
    <w:rsid w:val="008F680B"/>
    <w:rsid w:val="008F69CF"/>
    <w:rsid w:val="008F74D7"/>
    <w:rsid w:val="00906E6D"/>
    <w:rsid w:val="00914377"/>
    <w:rsid w:val="00914A8E"/>
    <w:rsid w:val="009246D2"/>
    <w:rsid w:val="00924A20"/>
    <w:rsid w:val="00927BDC"/>
    <w:rsid w:val="00931443"/>
    <w:rsid w:val="00936FB4"/>
    <w:rsid w:val="00942916"/>
    <w:rsid w:val="009433FC"/>
    <w:rsid w:val="00945A91"/>
    <w:rsid w:val="00947F45"/>
    <w:rsid w:val="00951C7D"/>
    <w:rsid w:val="00952957"/>
    <w:rsid w:val="00952E9B"/>
    <w:rsid w:val="00953BAF"/>
    <w:rsid w:val="00954A2E"/>
    <w:rsid w:val="00956713"/>
    <w:rsid w:val="009606D8"/>
    <w:rsid w:val="00961BDF"/>
    <w:rsid w:val="00961CA4"/>
    <w:rsid w:val="009627FE"/>
    <w:rsid w:val="00962B36"/>
    <w:rsid w:val="00965656"/>
    <w:rsid w:val="00965A24"/>
    <w:rsid w:val="009668BA"/>
    <w:rsid w:val="00970E44"/>
    <w:rsid w:val="00971BA7"/>
    <w:rsid w:val="00972A7D"/>
    <w:rsid w:val="00973728"/>
    <w:rsid w:val="00973AC1"/>
    <w:rsid w:val="0097512E"/>
    <w:rsid w:val="00975752"/>
    <w:rsid w:val="00976AC1"/>
    <w:rsid w:val="00977C0C"/>
    <w:rsid w:val="00980301"/>
    <w:rsid w:val="009811A7"/>
    <w:rsid w:val="00983372"/>
    <w:rsid w:val="00983829"/>
    <w:rsid w:val="00984AB5"/>
    <w:rsid w:val="0099046F"/>
    <w:rsid w:val="0099661F"/>
    <w:rsid w:val="00997265"/>
    <w:rsid w:val="009A50D1"/>
    <w:rsid w:val="009A6C35"/>
    <w:rsid w:val="009A7533"/>
    <w:rsid w:val="009A774B"/>
    <w:rsid w:val="009B4BCA"/>
    <w:rsid w:val="009B72CE"/>
    <w:rsid w:val="009B76FC"/>
    <w:rsid w:val="009C146F"/>
    <w:rsid w:val="009C274A"/>
    <w:rsid w:val="009C3505"/>
    <w:rsid w:val="009C4852"/>
    <w:rsid w:val="009C5F07"/>
    <w:rsid w:val="009D4ED4"/>
    <w:rsid w:val="009E0A18"/>
    <w:rsid w:val="009E154E"/>
    <w:rsid w:val="009E1BDA"/>
    <w:rsid w:val="009E338C"/>
    <w:rsid w:val="009E4C8B"/>
    <w:rsid w:val="009F0BF2"/>
    <w:rsid w:val="009F1AD0"/>
    <w:rsid w:val="009F7204"/>
    <w:rsid w:val="009F7DA0"/>
    <w:rsid w:val="00A00CC9"/>
    <w:rsid w:val="00A00CCA"/>
    <w:rsid w:val="00A02CAD"/>
    <w:rsid w:val="00A04812"/>
    <w:rsid w:val="00A05888"/>
    <w:rsid w:val="00A07245"/>
    <w:rsid w:val="00A10314"/>
    <w:rsid w:val="00A20463"/>
    <w:rsid w:val="00A2065E"/>
    <w:rsid w:val="00A21BAC"/>
    <w:rsid w:val="00A230C4"/>
    <w:rsid w:val="00A237E9"/>
    <w:rsid w:val="00A23888"/>
    <w:rsid w:val="00A24D44"/>
    <w:rsid w:val="00A25005"/>
    <w:rsid w:val="00A256B6"/>
    <w:rsid w:val="00A26C8B"/>
    <w:rsid w:val="00A3082E"/>
    <w:rsid w:val="00A31D02"/>
    <w:rsid w:val="00A31F10"/>
    <w:rsid w:val="00A326EB"/>
    <w:rsid w:val="00A33066"/>
    <w:rsid w:val="00A3343C"/>
    <w:rsid w:val="00A334AC"/>
    <w:rsid w:val="00A33A86"/>
    <w:rsid w:val="00A33F47"/>
    <w:rsid w:val="00A34B6E"/>
    <w:rsid w:val="00A34DFF"/>
    <w:rsid w:val="00A41ACB"/>
    <w:rsid w:val="00A42462"/>
    <w:rsid w:val="00A437A0"/>
    <w:rsid w:val="00A47144"/>
    <w:rsid w:val="00A56021"/>
    <w:rsid w:val="00A636EC"/>
    <w:rsid w:val="00A63BBB"/>
    <w:rsid w:val="00A63E2D"/>
    <w:rsid w:val="00A64243"/>
    <w:rsid w:val="00A6796A"/>
    <w:rsid w:val="00A70245"/>
    <w:rsid w:val="00A71F9C"/>
    <w:rsid w:val="00A72F84"/>
    <w:rsid w:val="00A7507F"/>
    <w:rsid w:val="00A76F2E"/>
    <w:rsid w:val="00A81EE0"/>
    <w:rsid w:val="00A84E95"/>
    <w:rsid w:val="00A86843"/>
    <w:rsid w:val="00A93DB8"/>
    <w:rsid w:val="00A957CB"/>
    <w:rsid w:val="00AA2BE2"/>
    <w:rsid w:val="00AA4FD4"/>
    <w:rsid w:val="00AB0385"/>
    <w:rsid w:val="00AB1AEB"/>
    <w:rsid w:val="00AB445D"/>
    <w:rsid w:val="00AB664E"/>
    <w:rsid w:val="00AB6DB5"/>
    <w:rsid w:val="00AC3DFC"/>
    <w:rsid w:val="00AC4760"/>
    <w:rsid w:val="00AC51E1"/>
    <w:rsid w:val="00AC68D8"/>
    <w:rsid w:val="00AC6E65"/>
    <w:rsid w:val="00AD4169"/>
    <w:rsid w:val="00AE2D55"/>
    <w:rsid w:val="00AE71E3"/>
    <w:rsid w:val="00AE7791"/>
    <w:rsid w:val="00AF13B1"/>
    <w:rsid w:val="00AF229C"/>
    <w:rsid w:val="00AF4C80"/>
    <w:rsid w:val="00AF5760"/>
    <w:rsid w:val="00AF5986"/>
    <w:rsid w:val="00AF6D8A"/>
    <w:rsid w:val="00B00028"/>
    <w:rsid w:val="00B0196F"/>
    <w:rsid w:val="00B01E49"/>
    <w:rsid w:val="00B02B1D"/>
    <w:rsid w:val="00B03D89"/>
    <w:rsid w:val="00B0646E"/>
    <w:rsid w:val="00B10709"/>
    <w:rsid w:val="00B11F03"/>
    <w:rsid w:val="00B1256F"/>
    <w:rsid w:val="00B12A62"/>
    <w:rsid w:val="00B13FAC"/>
    <w:rsid w:val="00B1579D"/>
    <w:rsid w:val="00B16BCB"/>
    <w:rsid w:val="00B17B4F"/>
    <w:rsid w:val="00B20D8B"/>
    <w:rsid w:val="00B20DBB"/>
    <w:rsid w:val="00B232C6"/>
    <w:rsid w:val="00B27149"/>
    <w:rsid w:val="00B27A5E"/>
    <w:rsid w:val="00B30BF4"/>
    <w:rsid w:val="00B313C0"/>
    <w:rsid w:val="00B314AD"/>
    <w:rsid w:val="00B31981"/>
    <w:rsid w:val="00B31A3E"/>
    <w:rsid w:val="00B33D24"/>
    <w:rsid w:val="00B34820"/>
    <w:rsid w:val="00B34AFF"/>
    <w:rsid w:val="00B3608B"/>
    <w:rsid w:val="00B36DC4"/>
    <w:rsid w:val="00B40553"/>
    <w:rsid w:val="00B42C93"/>
    <w:rsid w:val="00B456EF"/>
    <w:rsid w:val="00B465E3"/>
    <w:rsid w:val="00B503C7"/>
    <w:rsid w:val="00B52916"/>
    <w:rsid w:val="00B5328D"/>
    <w:rsid w:val="00B53B5A"/>
    <w:rsid w:val="00B53D12"/>
    <w:rsid w:val="00B63BC0"/>
    <w:rsid w:val="00B63CEF"/>
    <w:rsid w:val="00B657FD"/>
    <w:rsid w:val="00B668B0"/>
    <w:rsid w:val="00B6702F"/>
    <w:rsid w:val="00B6732E"/>
    <w:rsid w:val="00B67620"/>
    <w:rsid w:val="00B7420D"/>
    <w:rsid w:val="00B76376"/>
    <w:rsid w:val="00B8055D"/>
    <w:rsid w:val="00B80729"/>
    <w:rsid w:val="00B80793"/>
    <w:rsid w:val="00B8503D"/>
    <w:rsid w:val="00B87D2F"/>
    <w:rsid w:val="00B9124A"/>
    <w:rsid w:val="00B9270C"/>
    <w:rsid w:val="00B92DA6"/>
    <w:rsid w:val="00BA0FD6"/>
    <w:rsid w:val="00BA4AAA"/>
    <w:rsid w:val="00BA51B9"/>
    <w:rsid w:val="00BA69B8"/>
    <w:rsid w:val="00BB0E9F"/>
    <w:rsid w:val="00BB3F3A"/>
    <w:rsid w:val="00BB5A36"/>
    <w:rsid w:val="00BC0700"/>
    <w:rsid w:val="00BC11B5"/>
    <w:rsid w:val="00BC1671"/>
    <w:rsid w:val="00BC30DD"/>
    <w:rsid w:val="00BC411B"/>
    <w:rsid w:val="00BC6FC9"/>
    <w:rsid w:val="00BD0F94"/>
    <w:rsid w:val="00BD171F"/>
    <w:rsid w:val="00BD378D"/>
    <w:rsid w:val="00BD40EC"/>
    <w:rsid w:val="00BD453E"/>
    <w:rsid w:val="00BD6C3D"/>
    <w:rsid w:val="00BE3599"/>
    <w:rsid w:val="00BE53C5"/>
    <w:rsid w:val="00BE773D"/>
    <w:rsid w:val="00BF15E8"/>
    <w:rsid w:val="00BF451B"/>
    <w:rsid w:val="00BF4AE0"/>
    <w:rsid w:val="00BF6D85"/>
    <w:rsid w:val="00BF7EAE"/>
    <w:rsid w:val="00C02538"/>
    <w:rsid w:val="00C05C14"/>
    <w:rsid w:val="00C05F7E"/>
    <w:rsid w:val="00C100E3"/>
    <w:rsid w:val="00C135B6"/>
    <w:rsid w:val="00C13B72"/>
    <w:rsid w:val="00C16E8A"/>
    <w:rsid w:val="00C20ED1"/>
    <w:rsid w:val="00C20ED9"/>
    <w:rsid w:val="00C23054"/>
    <w:rsid w:val="00C2383D"/>
    <w:rsid w:val="00C2403C"/>
    <w:rsid w:val="00C269A1"/>
    <w:rsid w:val="00C30684"/>
    <w:rsid w:val="00C40249"/>
    <w:rsid w:val="00C403CA"/>
    <w:rsid w:val="00C41177"/>
    <w:rsid w:val="00C41798"/>
    <w:rsid w:val="00C4191C"/>
    <w:rsid w:val="00C44B50"/>
    <w:rsid w:val="00C503DC"/>
    <w:rsid w:val="00C509AE"/>
    <w:rsid w:val="00C51084"/>
    <w:rsid w:val="00C515EC"/>
    <w:rsid w:val="00C660D7"/>
    <w:rsid w:val="00C663F0"/>
    <w:rsid w:val="00C66B1F"/>
    <w:rsid w:val="00C679D3"/>
    <w:rsid w:val="00C7275E"/>
    <w:rsid w:val="00C75C72"/>
    <w:rsid w:val="00C76B22"/>
    <w:rsid w:val="00C77E15"/>
    <w:rsid w:val="00C809C1"/>
    <w:rsid w:val="00C8221F"/>
    <w:rsid w:val="00C82D72"/>
    <w:rsid w:val="00C84A4F"/>
    <w:rsid w:val="00C8534B"/>
    <w:rsid w:val="00C85933"/>
    <w:rsid w:val="00C90958"/>
    <w:rsid w:val="00C90B81"/>
    <w:rsid w:val="00C93D74"/>
    <w:rsid w:val="00C96727"/>
    <w:rsid w:val="00CA4C7F"/>
    <w:rsid w:val="00CA67B5"/>
    <w:rsid w:val="00CA6EFA"/>
    <w:rsid w:val="00CB434D"/>
    <w:rsid w:val="00CB4F89"/>
    <w:rsid w:val="00CB556A"/>
    <w:rsid w:val="00CC314B"/>
    <w:rsid w:val="00CC3193"/>
    <w:rsid w:val="00CC32FD"/>
    <w:rsid w:val="00CC4F80"/>
    <w:rsid w:val="00CC7F10"/>
    <w:rsid w:val="00CD0CB2"/>
    <w:rsid w:val="00CD111E"/>
    <w:rsid w:val="00CD430D"/>
    <w:rsid w:val="00CD5A73"/>
    <w:rsid w:val="00CD7171"/>
    <w:rsid w:val="00CE0B77"/>
    <w:rsid w:val="00CE314A"/>
    <w:rsid w:val="00CE4352"/>
    <w:rsid w:val="00CE6274"/>
    <w:rsid w:val="00CE6409"/>
    <w:rsid w:val="00CF00C1"/>
    <w:rsid w:val="00D02BA1"/>
    <w:rsid w:val="00D0332C"/>
    <w:rsid w:val="00D04FE5"/>
    <w:rsid w:val="00D056BD"/>
    <w:rsid w:val="00D05E2A"/>
    <w:rsid w:val="00D11932"/>
    <w:rsid w:val="00D12A90"/>
    <w:rsid w:val="00D131E1"/>
    <w:rsid w:val="00D13408"/>
    <w:rsid w:val="00D14936"/>
    <w:rsid w:val="00D157E8"/>
    <w:rsid w:val="00D17343"/>
    <w:rsid w:val="00D20340"/>
    <w:rsid w:val="00D24460"/>
    <w:rsid w:val="00D25B4F"/>
    <w:rsid w:val="00D25D7E"/>
    <w:rsid w:val="00D25E0A"/>
    <w:rsid w:val="00D303F0"/>
    <w:rsid w:val="00D33264"/>
    <w:rsid w:val="00D33364"/>
    <w:rsid w:val="00D37B42"/>
    <w:rsid w:val="00D40D1C"/>
    <w:rsid w:val="00D40D2C"/>
    <w:rsid w:val="00D41C43"/>
    <w:rsid w:val="00D422B7"/>
    <w:rsid w:val="00D42D68"/>
    <w:rsid w:val="00D43934"/>
    <w:rsid w:val="00D441D5"/>
    <w:rsid w:val="00D46366"/>
    <w:rsid w:val="00D46C90"/>
    <w:rsid w:val="00D50B09"/>
    <w:rsid w:val="00D51876"/>
    <w:rsid w:val="00D52244"/>
    <w:rsid w:val="00D52B55"/>
    <w:rsid w:val="00D52D67"/>
    <w:rsid w:val="00D53503"/>
    <w:rsid w:val="00D541C8"/>
    <w:rsid w:val="00D5586D"/>
    <w:rsid w:val="00D5629D"/>
    <w:rsid w:val="00D57218"/>
    <w:rsid w:val="00D60666"/>
    <w:rsid w:val="00D608F9"/>
    <w:rsid w:val="00D61084"/>
    <w:rsid w:val="00D656DC"/>
    <w:rsid w:val="00D70E68"/>
    <w:rsid w:val="00D730C9"/>
    <w:rsid w:val="00D7404B"/>
    <w:rsid w:val="00D7538D"/>
    <w:rsid w:val="00D75F45"/>
    <w:rsid w:val="00D80D53"/>
    <w:rsid w:val="00D82D18"/>
    <w:rsid w:val="00D83A63"/>
    <w:rsid w:val="00D84A31"/>
    <w:rsid w:val="00D853E9"/>
    <w:rsid w:val="00D9009E"/>
    <w:rsid w:val="00D91D50"/>
    <w:rsid w:val="00D95C0A"/>
    <w:rsid w:val="00DA0A64"/>
    <w:rsid w:val="00DA3491"/>
    <w:rsid w:val="00DA4388"/>
    <w:rsid w:val="00DA769A"/>
    <w:rsid w:val="00DB09FB"/>
    <w:rsid w:val="00DB3D75"/>
    <w:rsid w:val="00DB5B12"/>
    <w:rsid w:val="00DC23E1"/>
    <w:rsid w:val="00DC2DC0"/>
    <w:rsid w:val="00DC6183"/>
    <w:rsid w:val="00DC654B"/>
    <w:rsid w:val="00DC7B1E"/>
    <w:rsid w:val="00DD1C8C"/>
    <w:rsid w:val="00DD417A"/>
    <w:rsid w:val="00DD469E"/>
    <w:rsid w:val="00DD5AB0"/>
    <w:rsid w:val="00DE07C4"/>
    <w:rsid w:val="00DE0DCE"/>
    <w:rsid w:val="00DE2209"/>
    <w:rsid w:val="00DE2860"/>
    <w:rsid w:val="00DE490D"/>
    <w:rsid w:val="00DE515C"/>
    <w:rsid w:val="00DE5A0A"/>
    <w:rsid w:val="00DE711E"/>
    <w:rsid w:val="00DF23A2"/>
    <w:rsid w:val="00DF30FF"/>
    <w:rsid w:val="00DF35C9"/>
    <w:rsid w:val="00DF450A"/>
    <w:rsid w:val="00DF489D"/>
    <w:rsid w:val="00DF4D45"/>
    <w:rsid w:val="00DF597D"/>
    <w:rsid w:val="00DF6566"/>
    <w:rsid w:val="00E0033E"/>
    <w:rsid w:val="00E0118F"/>
    <w:rsid w:val="00E01FB2"/>
    <w:rsid w:val="00E024BA"/>
    <w:rsid w:val="00E14116"/>
    <w:rsid w:val="00E15169"/>
    <w:rsid w:val="00E1565E"/>
    <w:rsid w:val="00E16E94"/>
    <w:rsid w:val="00E171AA"/>
    <w:rsid w:val="00E179BC"/>
    <w:rsid w:val="00E20ECB"/>
    <w:rsid w:val="00E21244"/>
    <w:rsid w:val="00E22183"/>
    <w:rsid w:val="00E22FDB"/>
    <w:rsid w:val="00E2494A"/>
    <w:rsid w:val="00E25373"/>
    <w:rsid w:val="00E26AFE"/>
    <w:rsid w:val="00E30316"/>
    <w:rsid w:val="00E31C49"/>
    <w:rsid w:val="00E3254B"/>
    <w:rsid w:val="00E36F69"/>
    <w:rsid w:val="00E3706A"/>
    <w:rsid w:val="00E41E55"/>
    <w:rsid w:val="00E44BAC"/>
    <w:rsid w:val="00E46200"/>
    <w:rsid w:val="00E473DB"/>
    <w:rsid w:val="00E5031E"/>
    <w:rsid w:val="00E53731"/>
    <w:rsid w:val="00E57F67"/>
    <w:rsid w:val="00E6056F"/>
    <w:rsid w:val="00E60879"/>
    <w:rsid w:val="00E613FB"/>
    <w:rsid w:val="00E619CA"/>
    <w:rsid w:val="00E63B99"/>
    <w:rsid w:val="00E65A39"/>
    <w:rsid w:val="00E66A1B"/>
    <w:rsid w:val="00E678BA"/>
    <w:rsid w:val="00E7231C"/>
    <w:rsid w:val="00E7234C"/>
    <w:rsid w:val="00E73C37"/>
    <w:rsid w:val="00E757BD"/>
    <w:rsid w:val="00E7616D"/>
    <w:rsid w:val="00E7709F"/>
    <w:rsid w:val="00E776F7"/>
    <w:rsid w:val="00E806AB"/>
    <w:rsid w:val="00E8150D"/>
    <w:rsid w:val="00E81C10"/>
    <w:rsid w:val="00E81CB5"/>
    <w:rsid w:val="00E84AEF"/>
    <w:rsid w:val="00E85725"/>
    <w:rsid w:val="00E86E68"/>
    <w:rsid w:val="00E87361"/>
    <w:rsid w:val="00E925D0"/>
    <w:rsid w:val="00E93F98"/>
    <w:rsid w:val="00E946A6"/>
    <w:rsid w:val="00E965E3"/>
    <w:rsid w:val="00EA1A13"/>
    <w:rsid w:val="00EA3308"/>
    <w:rsid w:val="00EB097F"/>
    <w:rsid w:val="00EB0DC8"/>
    <w:rsid w:val="00EB3266"/>
    <w:rsid w:val="00EB78CA"/>
    <w:rsid w:val="00EB79C7"/>
    <w:rsid w:val="00EC1F3A"/>
    <w:rsid w:val="00ED0F44"/>
    <w:rsid w:val="00ED0F48"/>
    <w:rsid w:val="00EE095B"/>
    <w:rsid w:val="00EE0C7D"/>
    <w:rsid w:val="00EE290D"/>
    <w:rsid w:val="00EE3CCA"/>
    <w:rsid w:val="00EF1DF2"/>
    <w:rsid w:val="00EF27B5"/>
    <w:rsid w:val="00EF38B0"/>
    <w:rsid w:val="00EF3BD9"/>
    <w:rsid w:val="00F009CD"/>
    <w:rsid w:val="00F00EC1"/>
    <w:rsid w:val="00F02F5C"/>
    <w:rsid w:val="00F03460"/>
    <w:rsid w:val="00F1151E"/>
    <w:rsid w:val="00F14EB9"/>
    <w:rsid w:val="00F14FD5"/>
    <w:rsid w:val="00F21409"/>
    <w:rsid w:val="00F21AA1"/>
    <w:rsid w:val="00F245E3"/>
    <w:rsid w:val="00F27021"/>
    <w:rsid w:val="00F2762D"/>
    <w:rsid w:val="00F302CC"/>
    <w:rsid w:val="00F30C4A"/>
    <w:rsid w:val="00F31679"/>
    <w:rsid w:val="00F323C6"/>
    <w:rsid w:val="00F33539"/>
    <w:rsid w:val="00F36534"/>
    <w:rsid w:val="00F406AA"/>
    <w:rsid w:val="00F40F81"/>
    <w:rsid w:val="00F44FF6"/>
    <w:rsid w:val="00F462C4"/>
    <w:rsid w:val="00F46DFE"/>
    <w:rsid w:val="00F53C13"/>
    <w:rsid w:val="00F5440F"/>
    <w:rsid w:val="00F55405"/>
    <w:rsid w:val="00F560EA"/>
    <w:rsid w:val="00F5649E"/>
    <w:rsid w:val="00F61E24"/>
    <w:rsid w:val="00F63908"/>
    <w:rsid w:val="00F63A5B"/>
    <w:rsid w:val="00F662B2"/>
    <w:rsid w:val="00F70B63"/>
    <w:rsid w:val="00F70E91"/>
    <w:rsid w:val="00F722D2"/>
    <w:rsid w:val="00F7238C"/>
    <w:rsid w:val="00F74A5B"/>
    <w:rsid w:val="00F74EE9"/>
    <w:rsid w:val="00F75BC4"/>
    <w:rsid w:val="00F76A50"/>
    <w:rsid w:val="00F76DD7"/>
    <w:rsid w:val="00F76E8C"/>
    <w:rsid w:val="00F83BAF"/>
    <w:rsid w:val="00F84E0B"/>
    <w:rsid w:val="00F8625A"/>
    <w:rsid w:val="00F865AF"/>
    <w:rsid w:val="00F91402"/>
    <w:rsid w:val="00F9298B"/>
    <w:rsid w:val="00F9501C"/>
    <w:rsid w:val="00F965C3"/>
    <w:rsid w:val="00FA0D37"/>
    <w:rsid w:val="00FA4DA2"/>
    <w:rsid w:val="00FA57E8"/>
    <w:rsid w:val="00FA5D0C"/>
    <w:rsid w:val="00FA7E8B"/>
    <w:rsid w:val="00FB0147"/>
    <w:rsid w:val="00FB1E50"/>
    <w:rsid w:val="00FC605E"/>
    <w:rsid w:val="00FC7A28"/>
    <w:rsid w:val="00FD0AB3"/>
    <w:rsid w:val="00FD0BB2"/>
    <w:rsid w:val="00FD1EAB"/>
    <w:rsid w:val="00FD3939"/>
    <w:rsid w:val="00FD7EB9"/>
    <w:rsid w:val="00FE0D8E"/>
    <w:rsid w:val="00FE0DBB"/>
    <w:rsid w:val="00FE2F82"/>
    <w:rsid w:val="00FE6005"/>
    <w:rsid w:val="00FF11BF"/>
    <w:rsid w:val="00FF128D"/>
    <w:rsid w:val="00FF12F0"/>
    <w:rsid w:val="00FF1A9E"/>
    <w:rsid w:val="00FF4E62"/>
    <w:rsid w:val="00FF50B8"/>
    <w:rsid w:val="00FF5283"/>
    <w:rsid w:val="00FF5A4C"/>
    <w:rsid w:val="00FF7763"/>
    <w:rsid w:val="00FF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437F34F-D721-487B-AA94-52F03A7F2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02B5E"/>
    <w:rPr>
      <w:rFonts w:ascii="Arial" w:hAnsi="Arial"/>
      <w:color w:val="000000"/>
      <w:sz w:val="16"/>
    </w:rPr>
  </w:style>
  <w:style w:type="paragraph" w:styleId="Titolo1">
    <w:name w:val="heading 1"/>
    <w:basedOn w:val="Normale"/>
    <w:next w:val="Normale"/>
    <w:link w:val="Titolo1Carattere"/>
    <w:qFormat/>
    <w:rsid w:val="0099046F"/>
    <w:pPr>
      <w:keepNext/>
      <w:jc w:val="center"/>
      <w:outlineLvl w:val="0"/>
    </w:pPr>
    <w:rPr>
      <w:rFonts w:ascii="Monotype Corsiva" w:hAnsi="Monotype Corsiva" w:cs="Lucida Sans Unicode"/>
      <w:b/>
      <w:bCs/>
      <w:sz w:val="64"/>
    </w:rPr>
  </w:style>
  <w:style w:type="paragraph" w:styleId="Titolo2">
    <w:name w:val="heading 2"/>
    <w:basedOn w:val="Normale"/>
    <w:next w:val="Normale"/>
    <w:qFormat/>
    <w:rsid w:val="0099046F"/>
    <w:pPr>
      <w:keepNext/>
      <w:tabs>
        <w:tab w:val="center" w:pos="1995"/>
        <w:tab w:val="left" w:pos="6213"/>
      </w:tabs>
      <w:jc w:val="both"/>
      <w:outlineLvl w:val="1"/>
    </w:pPr>
    <w:rPr>
      <w:rFonts w:ascii="Monotype Corsiva" w:hAnsi="Monotype Corsiva" w:cs="Lucida Sans Unicode"/>
      <w:b/>
      <w:bCs/>
    </w:rPr>
  </w:style>
  <w:style w:type="paragraph" w:styleId="Titolo3">
    <w:name w:val="heading 3"/>
    <w:basedOn w:val="Normale"/>
    <w:next w:val="Normale"/>
    <w:qFormat/>
    <w:rsid w:val="0099046F"/>
    <w:pPr>
      <w:keepNext/>
      <w:tabs>
        <w:tab w:val="center" w:pos="1425"/>
      </w:tabs>
      <w:spacing w:line="300" w:lineRule="atLeast"/>
      <w:ind w:left="-567" w:right="-567"/>
      <w:jc w:val="both"/>
      <w:outlineLvl w:val="2"/>
    </w:pPr>
    <w:rPr>
      <w:rFonts w:ascii="Bookman Old Style" w:hAnsi="Bookman Old Style" w:cs="Lucida Sans Unicode"/>
      <w:b/>
      <w:bCs/>
      <w:color w:val="333333"/>
      <w:sz w:val="18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972A7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AC6E65"/>
    <w:rPr>
      <w:rFonts w:ascii="Monotype Corsiva" w:hAnsi="Monotype Corsiva" w:cs="Lucida Sans Unicode"/>
      <w:b/>
      <w:bCs/>
      <w:color w:val="000000"/>
      <w:sz w:val="64"/>
    </w:rPr>
  </w:style>
  <w:style w:type="character" w:customStyle="1" w:styleId="Titolo4Carattere">
    <w:name w:val="Titolo 4 Carattere"/>
    <w:link w:val="Titolo4"/>
    <w:semiHidden/>
    <w:rsid w:val="00972A7D"/>
    <w:rPr>
      <w:rFonts w:ascii="Calibri" w:eastAsia="Times New Roman" w:hAnsi="Calibri" w:cs="Times New Roman"/>
      <w:b/>
      <w:bCs/>
      <w:color w:val="000000"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rsid w:val="009904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B313C0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9904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6796A"/>
    <w:rPr>
      <w:rFonts w:ascii="Arial" w:hAnsi="Arial"/>
      <w:color w:val="000000"/>
      <w:sz w:val="16"/>
    </w:rPr>
  </w:style>
  <w:style w:type="character" w:styleId="Rimandocommento">
    <w:name w:val="annotation reference"/>
    <w:semiHidden/>
    <w:rsid w:val="0099046F"/>
    <w:rPr>
      <w:sz w:val="16"/>
      <w:szCs w:val="16"/>
    </w:rPr>
  </w:style>
  <w:style w:type="paragraph" w:styleId="Testocommento">
    <w:name w:val="annotation text"/>
    <w:basedOn w:val="Normale"/>
    <w:semiHidden/>
    <w:rsid w:val="0099046F"/>
    <w:rPr>
      <w:sz w:val="20"/>
    </w:rPr>
  </w:style>
  <w:style w:type="paragraph" w:styleId="Testodelblocco">
    <w:name w:val="Block Text"/>
    <w:basedOn w:val="Normale"/>
    <w:rsid w:val="00E7709F"/>
    <w:pPr>
      <w:spacing w:before="120"/>
      <w:ind w:left="454" w:right="459"/>
      <w:jc w:val="both"/>
    </w:pPr>
    <w:rPr>
      <w:szCs w:val="18"/>
    </w:rPr>
  </w:style>
  <w:style w:type="paragraph" w:styleId="Testofumetto">
    <w:name w:val="Balloon Text"/>
    <w:basedOn w:val="Normale"/>
    <w:link w:val="TestofumettoCarattere"/>
    <w:uiPriority w:val="99"/>
    <w:semiHidden/>
    <w:rsid w:val="00175225"/>
    <w:rPr>
      <w:rFonts w:ascii="Tahoma" w:hAnsi="Tahoma" w:cs="Tahoma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41177"/>
    <w:rPr>
      <w:rFonts w:ascii="Tahoma" w:hAnsi="Tahoma" w:cs="Tahoma"/>
      <w:color w:val="000000"/>
      <w:sz w:val="16"/>
      <w:szCs w:val="16"/>
    </w:rPr>
  </w:style>
  <w:style w:type="character" w:styleId="Collegamentoipertestuale">
    <w:name w:val="Hyperlink"/>
    <w:uiPriority w:val="99"/>
    <w:rsid w:val="008C7163"/>
    <w:rPr>
      <w:color w:val="0000FF"/>
      <w:u w:val="single"/>
    </w:rPr>
  </w:style>
  <w:style w:type="character" w:styleId="Enfasigrassetto">
    <w:name w:val="Strong"/>
    <w:uiPriority w:val="22"/>
    <w:qFormat/>
    <w:rsid w:val="0064177B"/>
    <w:rPr>
      <w:b/>
      <w:bCs/>
    </w:rPr>
  </w:style>
  <w:style w:type="paragraph" w:styleId="Rientrocorpodeltesto">
    <w:name w:val="Body Text Indent"/>
    <w:basedOn w:val="Normale"/>
    <w:link w:val="RientrocorpodeltestoCarattere"/>
    <w:unhideWhenUsed/>
    <w:rsid w:val="00B313C0"/>
    <w:pPr>
      <w:ind w:left="5586"/>
    </w:pPr>
  </w:style>
  <w:style w:type="character" w:customStyle="1" w:styleId="RientrocorpodeltestoCarattere">
    <w:name w:val="Rientro corpo del testo Carattere"/>
    <w:link w:val="Rientrocorpodeltesto"/>
    <w:rsid w:val="00B313C0"/>
    <w:rPr>
      <w:sz w:val="24"/>
      <w:szCs w:val="24"/>
    </w:rPr>
  </w:style>
  <w:style w:type="table" w:styleId="Grigliatabella">
    <w:name w:val="Table Grid"/>
    <w:basedOn w:val="Tabellanormale"/>
    <w:rsid w:val="00EF27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ientrocorpodeltesto3Carattere">
    <w:name w:val="Rientro corpo del testo 3 Carattere"/>
    <w:link w:val="Rientrocorpodeltesto3"/>
    <w:locked/>
    <w:rsid w:val="00702B5E"/>
    <w:rPr>
      <w:rFonts w:ascii="Arial" w:hAnsi="Arial" w:cs="Arial"/>
      <w:color w:val="000000"/>
      <w:sz w:val="16"/>
      <w:szCs w:val="16"/>
      <w:lang w:val="it-IT" w:eastAsia="it-IT" w:bidi="ar-SA"/>
    </w:rPr>
  </w:style>
  <w:style w:type="paragraph" w:styleId="Rientrocorpodeltesto3">
    <w:name w:val="Body Text Indent 3"/>
    <w:basedOn w:val="Normale"/>
    <w:link w:val="Rientrocorpodeltesto3Carattere"/>
    <w:rsid w:val="00702B5E"/>
    <w:pPr>
      <w:spacing w:after="120"/>
      <w:ind w:left="283"/>
    </w:pPr>
    <w:rPr>
      <w:rFonts w:cs="Arial"/>
      <w:szCs w:val="16"/>
    </w:rPr>
  </w:style>
  <w:style w:type="paragraph" w:styleId="Paragrafoelenco">
    <w:name w:val="List Paragraph"/>
    <w:basedOn w:val="Normale"/>
    <w:link w:val="ParagrafoelencoCarattere"/>
    <w:qFormat/>
    <w:rsid w:val="00702B5E"/>
    <w:pPr>
      <w:ind w:left="708"/>
    </w:pPr>
  </w:style>
  <w:style w:type="character" w:customStyle="1" w:styleId="ParagrafoelencoCarattere">
    <w:name w:val="Paragrafo elenco Carattere"/>
    <w:link w:val="Paragrafoelenco"/>
    <w:locked/>
    <w:rsid w:val="00620E20"/>
    <w:rPr>
      <w:rFonts w:ascii="Arial" w:hAnsi="Arial"/>
      <w:color w:val="000000"/>
      <w:sz w:val="16"/>
    </w:rPr>
  </w:style>
  <w:style w:type="paragraph" w:styleId="Testonotaapidipagina">
    <w:name w:val="footnote text"/>
    <w:basedOn w:val="Normale"/>
    <w:semiHidden/>
    <w:rsid w:val="00D02BA1"/>
    <w:rPr>
      <w:rFonts w:ascii="Times New Roman" w:hAnsi="Times New Roman"/>
      <w:color w:val="auto"/>
      <w:sz w:val="20"/>
    </w:rPr>
  </w:style>
  <w:style w:type="character" w:styleId="Rimandonotaapidipagina">
    <w:name w:val="footnote reference"/>
    <w:semiHidden/>
    <w:rsid w:val="00D02BA1"/>
    <w:rPr>
      <w:vertAlign w:val="superscript"/>
    </w:rPr>
  </w:style>
  <w:style w:type="paragraph" w:styleId="Corpotesto">
    <w:name w:val="Body Text"/>
    <w:basedOn w:val="Normale"/>
    <w:link w:val="CorpotestoCarattere"/>
    <w:uiPriority w:val="1"/>
    <w:qFormat/>
    <w:rsid w:val="00D02BA1"/>
    <w:pPr>
      <w:spacing w:after="120"/>
    </w:pPr>
    <w:rPr>
      <w:rFonts w:ascii="Times New Roman" w:hAnsi="Times New Roman"/>
      <w:color w:val="auto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41177"/>
    <w:rPr>
      <w:sz w:val="24"/>
      <w:szCs w:val="24"/>
    </w:rPr>
  </w:style>
  <w:style w:type="paragraph" w:styleId="NormaleWeb">
    <w:name w:val="Normal (Web)"/>
    <w:basedOn w:val="Normale"/>
    <w:uiPriority w:val="99"/>
    <w:rsid w:val="009246D2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rsid w:val="00EB3266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rsid w:val="00123BF9"/>
    <w:rPr>
      <w:rFonts w:ascii="Arial" w:hAnsi="Arial"/>
      <w:color w:val="000000"/>
      <w:sz w:val="16"/>
    </w:rPr>
  </w:style>
  <w:style w:type="paragraph" w:customStyle="1" w:styleId="Default">
    <w:name w:val="Default"/>
    <w:rsid w:val="00AC6E65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itolo">
    <w:name w:val="Title"/>
    <w:basedOn w:val="Normale"/>
    <w:link w:val="TitoloCarattere"/>
    <w:qFormat/>
    <w:rsid w:val="00DC654B"/>
    <w:pPr>
      <w:widowControl w:val="0"/>
      <w:spacing w:line="570" w:lineRule="exact"/>
      <w:ind w:right="425" w:firstLine="425"/>
      <w:jc w:val="center"/>
    </w:pPr>
    <w:rPr>
      <w:rFonts w:ascii="Times New Roman" w:hAnsi="Times New Roman"/>
      <w:b/>
      <w:color w:val="auto"/>
      <w:sz w:val="24"/>
      <w:u w:val="single"/>
    </w:rPr>
  </w:style>
  <w:style w:type="character" w:customStyle="1" w:styleId="TitoloCarattere">
    <w:name w:val="Titolo Carattere"/>
    <w:link w:val="Titolo"/>
    <w:rsid w:val="00DC654B"/>
    <w:rPr>
      <w:b/>
      <w:sz w:val="24"/>
      <w:u w:val="single"/>
    </w:rPr>
  </w:style>
  <w:style w:type="paragraph" w:customStyle="1" w:styleId="Rita">
    <w:name w:val="Rita"/>
    <w:basedOn w:val="Normale"/>
    <w:rsid w:val="00BC411B"/>
    <w:pPr>
      <w:spacing w:line="240" w:lineRule="exact"/>
      <w:ind w:right="1133"/>
      <w:jc w:val="both"/>
    </w:pPr>
    <w:rPr>
      <w:rFonts w:ascii="Times" w:eastAsia="Times" w:hAnsi="Times"/>
      <w:color w:val="auto"/>
      <w:sz w:val="28"/>
    </w:rPr>
  </w:style>
  <w:style w:type="paragraph" w:customStyle="1" w:styleId="regolamento">
    <w:name w:val="regolamento"/>
    <w:basedOn w:val="Normale"/>
    <w:rsid w:val="0050389B"/>
    <w:pPr>
      <w:widowControl w:val="0"/>
      <w:tabs>
        <w:tab w:val="left" w:pos="-2127"/>
      </w:tabs>
      <w:ind w:left="284" w:hanging="284"/>
      <w:jc w:val="both"/>
    </w:pPr>
    <w:rPr>
      <w:rFonts w:cs="Arial"/>
      <w:color w:val="auto"/>
      <w:sz w:val="20"/>
      <w:szCs w:val="24"/>
    </w:rPr>
  </w:style>
  <w:style w:type="paragraph" w:styleId="Testonotadichiusura">
    <w:name w:val="endnote text"/>
    <w:basedOn w:val="Normale"/>
    <w:link w:val="TestonotadichiusuraCarattere"/>
    <w:rsid w:val="0050389B"/>
    <w:rPr>
      <w:rFonts w:ascii="Times New Roman" w:hAnsi="Times New Roman"/>
      <w:color w:val="auto"/>
      <w:sz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50389B"/>
  </w:style>
  <w:style w:type="character" w:styleId="Rimandonotadichiusura">
    <w:name w:val="endnote reference"/>
    <w:rsid w:val="0050389B"/>
    <w:rPr>
      <w:vertAlign w:val="superscript"/>
    </w:rPr>
  </w:style>
  <w:style w:type="paragraph" w:customStyle="1" w:styleId="a">
    <w:basedOn w:val="Normale"/>
    <w:next w:val="Corpotesto"/>
    <w:rsid w:val="00E53731"/>
    <w:pPr>
      <w:spacing w:after="120"/>
    </w:pPr>
    <w:rPr>
      <w:rFonts w:ascii="Times New Roman" w:hAnsi="Times New Roman"/>
      <w:color w:val="auto"/>
      <w:sz w:val="24"/>
      <w:szCs w:val="24"/>
    </w:rPr>
  </w:style>
  <w:style w:type="character" w:styleId="Enfasicorsivo">
    <w:name w:val="Emphasis"/>
    <w:basedOn w:val="Carpredefinitoparagrafo"/>
    <w:qFormat/>
    <w:rsid w:val="005F0F23"/>
    <w:rPr>
      <w:i/>
      <w:iCs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9811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9811A7"/>
    <w:rPr>
      <w:rFonts w:ascii="Courier New" w:hAnsi="Courier New" w:cs="Courier New"/>
    </w:rPr>
  </w:style>
  <w:style w:type="paragraph" w:customStyle="1" w:styleId="TableParagraph">
    <w:name w:val="Table Paragraph"/>
    <w:basedOn w:val="Normale"/>
    <w:uiPriority w:val="1"/>
    <w:qFormat/>
    <w:rsid w:val="00C41177"/>
    <w:pPr>
      <w:widowControl w:val="0"/>
      <w:autoSpaceDE w:val="0"/>
      <w:autoSpaceDN w:val="0"/>
    </w:pPr>
    <w:rPr>
      <w:rFonts w:ascii="Bookman Old Style" w:eastAsia="Bookman Old Style" w:hAnsi="Bookman Old Style" w:cs="Bookman Old Style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0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85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33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0574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3837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212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531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1359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4311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25538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2066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61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6533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0376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1081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52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16350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7242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42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152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5484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282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99437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76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nioalifano@pec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annioalifano.it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omputer\Dati%20applicazioni\Microsoft\Modelli\carta%20intestat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FCD1C-D128-4436-B712-B35E13851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intestata.dot</Template>
  <TotalTime>965</TotalTime>
  <Pages>1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:</vt:lpstr>
    </vt:vector>
  </TitlesOfParts>
  <Company>Consorzio di Bonifica del Sannio Alifano</Company>
  <LinksUpToDate>false</LinksUpToDate>
  <CharactersWithSpaces>3983</CharactersWithSpaces>
  <SharedDoc>false</SharedDoc>
  <HLinks>
    <vt:vector size="6" baseType="variant">
      <vt:variant>
        <vt:i4>2031630</vt:i4>
      </vt:variant>
      <vt:variant>
        <vt:i4>9</vt:i4>
      </vt:variant>
      <vt:variant>
        <vt:i4>0</vt:i4>
      </vt:variant>
      <vt:variant>
        <vt:i4>5</vt:i4>
      </vt:variant>
      <vt:variant>
        <vt:lpwstr>http://www.sannioalifano.it/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:</dc:title>
  <dc:subject/>
  <dc:creator>Consorzio Bonifica Sannio Alifano</dc:creator>
  <cp:keywords/>
  <dc:description/>
  <cp:lastModifiedBy>antimo di biasio</cp:lastModifiedBy>
  <cp:revision>70</cp:revision>
  <cp:lastPrinted>2022-08-25T11:18:00Z</cp:lastPrinted>
  <dcterms:created xsi:type="dcterms:W3CDTF">2021-09-03T09:27:00Z</dcterms:created>
  <dcterms:modified xsi:type="dcterms:W3CDTF">2022-08-25T11:18:00Z</dcterms:modified>
</cp:coreProperties>
</file>