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ALLEGATO </w:t>
      </w:r>
      <w:r w:rsidR="00354442">
        <w:rPr>
          <w:rFonts w:ascii="Times New Roman" w:hAnsi="Times New Roman"/>
          <w:b/>
          <w:sz w:val="22"/>
          <w:szCs w:val="22"/>
        </w:rPr>
        <w:t>1</w:t>
      </w:r>
    </w:p>
    <w:p w:rsidR="001777E6" w:rsidRDefault="00354442" w:rsidP="001777E6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DESCRIZIONE DELLA PROFESSIONALITA’</w:t>
      </w:r>
    </w:p>
    <w:p w:rsidR="003028B4" w:rsidRPr="001777E6" w:rsidRDefault="003028B4" w:rsidP="001777E6">
      <w:pPr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192"/>
        <w:tblW w:w="12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9"/>
        <w:gridCol w:w="2410"/>
        <w:gridCol w:w="2166"/>
        <w:gridCol w:w="2370"/>
        <w:gridCol w:w="3137"/>
      </w:tblGrid>
      <w:tr w:rsidR="00375DF1" w:rsidRPr="003028B4" w:rsidTr="00375DF1">
        <w:trPr>
          <w:trHeight w:val="300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DF1" w:rsidRPr="003028B4" w:rsidRDefault="00375DF1" w:rsidP="003028B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028B4">
              <w:rPr>
                <w:rFonts w:ascii="Calibri" w:hAnsi="Calibri" w:cs="Calibri"/>
                <w:b/>
                <w:bCs/>
                <w:sz w:val="18"/>
                <w:szCs w:val="18"/>
              </w:rPr>
              <w:t>PROFILO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DF1" w:rsidRPr="003028B4" w:rsidRDefault="00375DF1" w:rsidP="003028B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028B4">
              <w:rPr>
                <w:rFonts w:ascii="Calibri" w:hAnsi="Calibri" w:cs="Calibri"/>
                <w:b/>
                <w:bCs/>
                <w:sz w:val="18"/>
                <w:szCs w:val="18"/>
              </w:rPr>
              <w:t>TITOLO DI STUDIO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DF1" w:rsidRPr="003028B4" w:rsidRDefault="00375DF1" w:rsidP="003028B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028B4">
              <w:rPr>
                <w:rFonts w:ascii="Calibri" w:hAnsi="Calibri" w:cs="Calibri"/>
                <w:b/>
                <w:bCs/>
                <w:sz w:val="18"/>
                <w:szCs w:val="18"/>
              </w:rPr>
              <w:t>COMPETENZE SPECIFICHE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DF1" w:rsidRPr="003028B4" w:rsidRDefault="00375DF1" w:rsidP="003028B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028B4">
              <w:rPr>
                <w:rFonts w:ascii="Calibri" w:hAnsi="Calibri" w:cs="Calibri"/>
                <w:b/>
                <w:bCs/>
                <w:sz w:val="18"/>
                <w:szCs w:val="18"/>
              </w:rPr>
              <w:t>PRINCIPALI ATTIVITA'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DF1" w:rsidRPr="003028B4" w:rsidRDefault="00375DF1" w:rsidP="003028B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028B4">
              <w:rPr>
                <w:rFonts w:ascii="Calibri" w:hAnsi="Calibri" w:cs="Calibri"/>
                <w:b/>
                <w:bCs/>
                <w:sz w:val="18"/>
                <w:szCs w:val="18"/>
              </w:rPr>
              <w:t>SEDE PREVALENTE DEL LAVORO</w:t>
            </w:r>
          </w:p>
        </w:tc>
      </w:tr>
      <w:tr w:rsidR="00375DF1" w:rsidRPr="003028B4" w:rsidTr="00375DF1">
        <w:trPr>
          <w:trHeight w:val="900"/>
        </w:trPr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F1" w:rsidRPr="003028B4" w:rsidRDefault="00C5126D" w:rsidP="00C5126D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N.1 – Dipendente amministrativo</w:t>
            </w:r>
            <w:r w:rsidR="00583943" w:rsidRPr="00970D45">
              <w:rPr>
                <w:rFonts w:ascii="Calibri" w:hAnsi="Calibri" w:cs="Calibri"/>
                <w:sz w:val="18"/>
                <w:szCs w:val="18"/>
              </w:rPr>
              <w:t>.</w:t>
            </w:r>
            <w:r w:rsidR="00375DF1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F1" w:rsidRPr="003028B4" w:rsidRDefault="00375DF1" w:rsidP="0042188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Diploma di scuola secondaria superiore</w:t>
            </w:r>
            <w:r w:rsidR="0058394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F1" w:rsidRPr="003028B4" w:rsidRDefault="00C5126D" w:rsidP="00C5126D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Saranno valutate eventuali c</w:t>
            </w:r>
            <w:r w:rsidR="00375DF1" w:rsidRPr="003028B4">
              <w:rPr>
                <w:rFonts w:ascii="Calibri" w:hAnsi="Calibri" w:cs="Calibri"/>
                <w:sz w:val="18"/>
                <w:szCs w:val="18"/>
              </w:rPr>
              <w:t>omprovat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="00375DF1" w:rsidRPr="003028B4">
              <w:rPr>
                <w:rFonts w:ascii="Calibri" w:hAnsi="Calibri" w:cs="Calibri"/>
                <w:sz w:val="18"/>
                <w:szCs w:val="18"/>
              </w:rPr>
              <w:t xml:space="preserve"> esperienz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bookmarkStart w:id="0" w:name="_GoBack"/>
            <w:bookmarkEnd w:id="0"/>
            <w:r w:rsidR="00375DF1" w:rsidRPr="003028B4">
              <w:rPr>
                <w:rFonts w:ascii="Calibri" w:hAnsi="Calibri" w:cs="Calibri"/>
                <w:sz w:val="18"/>
                <w:szCs w:val="18"/>
              </w:rPr>
              <w:t xml:space="preserve"> in materi</w:t>
            </w:r>
            <w:r w:rsidR="00970D45">
              <w:rPr>
                <w:rFonts w:ascii="Calibri" w:hAnsi="Calibri" w:cs="Calibri"/>
                <w:sz w:val="18"/>
                <w:szCs w:val="18"/>
              </w:rPr>
              <w:t>e</w:t>
            </w:r>
            <w:r w:rsidR="00375DF1" w:rsidRPr="003028B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amministrative</w:t>
            </w:r>
            <w:r w:rsidR="00970D45" w:rsidRPr="00970D45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F1" w:rsidRPr="003028B4" w:rsidRDefault="00375DF1" w:rsidP="00C5126D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028B4">
              <w:rPr>
                <w:rFonts w:ascii="Calibri" w:hAnsi="Calibri" w:cs="Calibri"/>
                <w:sz w:val="18"/>
                <w:szCs w:val="18"/>
              </w:rPr>
              <w:t xml:space="preserve">Attività di supporto al </w:t>
            </w:r>
            <w:r w:rsidR="00970D45">
              <w:rPr>
                <w:rFonts w:ascii="Calibri" w:hAnsi="Calibri" w:cs="Calibri"/>
                <w:sz w:val="18"/>
                <w:szCs w:val="18"/>
              </w:rPr>
              <w:t xml:space="preserve">Capo Ufficio </w:t>
            </w:r>
            <w:r w:rsidR="00C5126D">
              <w:rPr>
                <w:rFonts w:ascii="Calibri" w:hAnsi="Calibri" w:cs="Calibri"/>
                <w:sz w:val="18"/>
                <w:szCs w:val="18"/>
              </w:rPr>
              <w:t xml:space="preserve">Affari Generali e Personale </w:t>
            </w:r>
            <w:r w:rsidR="00356A25">
              <w:rPr>
                <w:rFonts w:ascii="Calibri" w:hAnsi="Calibri" w:cs="Calibri"/>
                <w:sz w:val="18"/>
                <w:szCs w:val="18"/>
              </w:rPr>
              <w:t xml:space="preserve">nella </w:t>
            </w:r>
            <w:r w:rsidR="00C5126D">
              <w:rPr>
                <w:rFonts w:ascii="Calibri" w:hAnsi="Calibri" w:cs="Calibri"/>
                <w:sz w:val="18"/>
                <w:szCs w:val="18"/>
              </w:rPr>
              <w:t>gestione degli archivi</w:t>
            </w:r>
            <w:r w:rsidR="00356A25" w:rsidRPr="00356A25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C5126D">
              <w:rPr>
                <w:rFonts w:ascii="Calibri" w:hAnsi="Calibri" w:cs="Calibri"/>
                <w:sz w:val="18"/>
                <w:szCs w:val="18"/>
              </w:rPr>
              <w:t>portierato e centralino</w:t>
            </w:r>
            <w:r w:rsidR="00356A25" w:rsidRPr="00356A25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F1" w:rsidRPr="003028B4" w:rsidRDefault="00375DF1" w:rsidP="0042188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028B4">
              <w:rPr>
                <w:rFonts w:ascii="Calibri" w:hAnsi="Calibri" w:cs="Calibri"/>
                <w:sz w:val="18"/>
                <w:szCs w:val="18"/>
              </w:rPr>
              <w:t>Sede del Consorzio di Bonifica del Sannio Alifano</w:t>
            </w:r>
            <w:r w:rsidR="0058394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</w:tbl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sectPr w:rsidR="001777E6" w:rsidRPr="001777E6" w:rsidSect="003028B4">
      <w:headerReference w:type="default" r:id="rId8"/>
      <w:footerReference w:type="default" r:id="rId9"/>
      <w:headerReference w:type="first" r:id="rId10"/>
      <w:footerReference w:type="first" r:id="rId11"/>
      <w:pgSz w:w="16834" w:h="11885" w:orient="landscape"/>
      <w:pgMar w:top="851" w:right="567" w:bottom="851" w:left="284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A24" w:rsidRDefault="00713A24">
      <w:r>
        <w:separator/>
      </w:r>
    </w:p>
  </w:endnote>
  <w:endnote w:type="continuationSeparator" w:id="0">
    <w:p w:rsidR="00713A24" w:rsidRDefault="0071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5B05DB" w:rsidRDefault="00C41177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:rsidR="00C41177" w:rsidRPr="00790CBC" w:rsidRDefault="00C41177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="00C76644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C76644" w:rsidRPr="00790CBC">
      <w:rPr>
        <w:rFonts w:ascii="Calibri" w:hAnsi="Calibri"/>
        <w:i/>
        <w:iCs/>
      </w:rPr>
      <w:fldChar w:fldCharType="separate"/>
    </w:r>
    <w:r w:rsidR="00354442">
      <w:rPr>
        <w:rFonts w:ascii="Calibri" w:hAnsi="Calibri"/>
        <w:i/>
        <w:iCs/>
        <w:noProof/>
      </w:rPr>
      <w:t>3</w:t>
    </w:r>
    <w:r w:rsidR="00C76644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C76644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C76644" w:rsidRPr="00790CBC">
      <w:rPr>
        <w:rFonts w:ascii="Calibri" w:hAnsi="Calibri"/>
        <w:i/>
        <w:iCs/>
      </w:rPr>
      <w:fldChar w:fldCharType="separate"/>
    </w:r>
    <w:r w:rsidR="00C5126D">
      <w:rPr>
        <w:rFonts w:ascii="Calibri" w:hAnsi="Calibri"/>
        <w:i/>
        <w:iCs/>
        <w:noProof/>
      </w:rPr>
      <w:t>1</w:t>
    </w:r>
    <w:r w:rsidR="00C76644" w:rsidRPr="00790CBC">
      <w:rPr>
        <w:rFonts w:ascii="Calibri" w:hAnsi="Calibri"/>
        <w:i/>
        <w:iCs/>
      </w:rPr>
      <w:fldChar w:fldCharType="end"/>
    </w:r>
  </w:p>
  <w:p w:rsidR="00C41177" w:rsidRDefault="00C41177"/>
  <w:p w:rsidR="00C41177" w:rsidRDefault="00C411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CE6274" w:rsidRDefault="00C41177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</w:p>
  <w:p w:rsidR="00C41177" w:rsidRDefault="00C41177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A24" w:rsidRDefault="00713A24">
      <w:r>
        <w:separator/>
      </w:r>
    </w:p>
  </w:footnote>
  <w:footnote w:type="continuationSeparator" w:id="0">
    <w:p w:rsidR="00713A24" w:rsidRDefault="00713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C41177" w:rsidRPr="00790CBC" w:rsidRDefault="00C41177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t xml:space="preserve"> </w:t>
    </w:r>
  </w:p>
  <w:p w:rsidR="00C41177" w:rsidRPr="009C146F" w:rsidRDefault="003028B4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2747010</wp:posOffset>
          </wp:positionH>
          <wp:positionV relativeFrom="paragraph">
            <wp:posOffset>14605</wp:posOffset>
          </wp:positionV>
          <wp:extent cx="2247900" cy="1102360"/>
          <wp:effectExtent l="1905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41177" w:rsidRPr="009C146F">
      <w:rPr>
        <w:rFonts w:ascii="Calibri" w:hAnsi="Calibri" w:cs="Calibri"/>
        <w:sz w:val="18"/>
        <w:szCs w:val="18"/>
      </w:rPr>
      <w:t>Viale della Libertà, 61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82000610616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:rsidR="00C41177" w:rsidRDefault="00713A24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C41177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C41177" w:rsidRPr="003F6A8D" w:rsidRDefault="00C41177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70697"/>
    <w:multiLevelType w:val="hybridMultilevel"/>
    <w:tmpl w:val="E512699E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072BFA"/>
    <w:multiLevelType w:val="hybridMultilevel"/>
    <w:tmpl w:val="7F7A09E8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DE330D"/>
    <w:multiLevelType w:val="hybridMultilevel"/>
    <w:tmpl w:val="4140BB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04C33"/>
    <w:multiLevelType w:val="hybridMultilevel"/>
    <w:tmpl w:val="00923D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8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2600A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3732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7E6"/>
    <w:rsid w:val="001779BE"/>
    <w:rsid w:val="00177AA0"/>
    <w:rsid w:val="00180111"/>
    <w:rsid w:val="00182395"/>
    <w:rsid w:val="00182E34"/>
    <w:rsid w:val="00183137"/>
    <w:rsid w:val="0018469B"/>
    <w:rsid w:val="00186914"/>
    <w:rsid w:val="001967D3"/>
    <w:rsid w:val="001978E9"/>
    <w:rsid w:val="001A0041"/>
    <w:rsid w:val="001A047A"/>
    <w:rsid w:val="001A05A6"/>
    <w:rsid w:val="001A7D73"/>
    <w:rsid w:val="001B13BD"/>
    <w:rsid w:val="001B3EB7"/>
    <w:rsid w:val="001B66FC"/>
    <w:rsid w:val="001B7F1E"/>
    <w:rsid w:val="001C0AEA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200E5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1286"/>
    <w:rsid w:val="002E31A4"/>
    <w:rsid w:val="002E7DF5"/>
    <w:rsid w:val="002F4828"/>
    <w:rsid w:val="002F50C3"/>
    <w:rsid w:val="002F7DAF"/>
    <w:rsid w:val="003007A4"/>
    <w:rsid w:val="003026A6"/>
    <w:rsid w:val="003028B4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4442"/>
    <w:rsid w:val="00356A25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75DF1"/>
    <w:rsid w:val="00380E41"/>
    <w:rsid w:val="00383CBE"/>
    <w:rsid w:val="00384087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485A"/>
    <w:rsid w:val="003C6EE3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188C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4A18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CBB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0070"/>
    <w:rsid w:val="005311A0"/>
    <w:rsid w:val="00540A60"/>
    <w:rsid w:val="00541530"/>
    <w:rsid w:val="00543FB9"/>
    <w:rsid w:val="00544B31"/>
    <w:rsid w:val="00545DB4"/>
    <w:rsid w:val="00547BF6"/>
    <w:rsid w:val="00550FB4"/>
    <w:rsid w:val="0055129C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3943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0158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469"/>
    <w:rsid w:val="006C5C38"/>
    <w:rsid w:val="006C7D36"/>
    <w:rsid w:val="006D2F9B"/>
    <w:rsid w:val="006D462A"/>
    <w:rsid w:val="006D4F04"/>
    <w:rsid w:val="006D68BF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1E97"/>
    <w:rsid w:val="00712609"/>
    <w:rsid w:val="00713A24"/>
    <w:rsid w:val="0071660A"/>
    <w:rsid w:val="0071679E"/>
    <w:rsid w:val="00727C27"/>
    <w:rsid w:val="00730636"/>
    <w:rsid w:val="00730B1D"/>
    <w:rsid w:val="00731451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A22DD"/>
    <w:rsid w:val="007A3A8D"/>
    <w:rsid w:val="007A6369"/>
    <w:rsid w:val="007A6F1A"/>
    <w:rsid w:val="007A6F32"/>
    <w:rsid w:val="007B1C8B"/>
    <w:rsid w:val="007B2664"/>
    <w:rsid w:val="007B36E2"/>
    <w:rsid w:val="007B563A"/>
    <w:rsid w:val="007B6C8E"/>
    <w:rsid w:val="007C0001"/>
    <w:rsid w:val="007C0995"/>
    <w:rsid w:val="007C1101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4F3A"/>
    <w:rsid w:val="008071ED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6AAA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2F0E"/>
    <w:rsid w:val="008547DA"/>
    <w:rsid w:val="00854927"/>
    <w:rsid w:val="0086281A"/>
    <w:rsid w:val="0086731A"/>
    <w:rsid w:val="00867B89"/>
    <w:rsid w:val="00873A3D"/>
    <w:rsid w:val="00874DE0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C03"/>
    <w:rsid w:val="008B3D23"/>
    <w:rsid w:val="008B3EC0"/>
    <w:rsid w:val="008B3FCD"/>
    <w:rsid w:val="008B41A5"/>
    <w:rsid w:val="008B438E"/>
    <w:rsid w:val="008B4B5B"/>
    <w:rsid w:val="008B5B1E"/>
    <w:rsid w:val="008B746C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70D45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2F60"/>
    <w:rsid w:val="009A50D1"/>
    <w:rsid w:val="009A6C35"/>
    <w:rsid w:val="009A7533"/>
    <w:rsid w:val="009A774B"/>
    <w:rsid w:val="009B4BCA"/>
    <w:rsid w:val="009B72CE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AE1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6C8B"/>
    <w:rsid w:val="00A3082E"/>
    <w:rsid w:val="00A31D02"/>
    <w:rsid w:val="00A31F10"/>
    <w:rsid w:val="00A326EB"/>
    <w:rsid w:val="00A33066"/>
    <w:rsid w:val="00A3343C"/>
    <w:rsid w:val="00A33A86"/>
    <w:rsid w:val="00A33F47"/>
    <w:rsid w:val="00A34B6E"/>
    <w:rsid w:val="00A34DF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47FB0"/>
    <w:rsid w:val="00B503C7"/>
    <w:rsid w:val="00B52916"/>
    <w:rsid w:val="00B5328D"/>
    <w:rsid w:val="00B53B5A"/>
    <w:rsid w:val="00B53D12"/>
    <w:rsid w:val="00B56AE7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53C5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2F8E"/>
    <w:rsid w:val="00C23054"/>
    <w:rsid w:val="00C2383D"/>
    <w:rsid w:val="00C269A1"/>
    <w:rsid w:val="00C30684"/>
    <w:rsid w:val="00C40249"/>
    <w:rsid w:val="00C403CA"/>
    <w:rsid w:val="00C41177"/>
    <w:rsid w:val="00C41798"/>
    <w:rsid w:val="00C4191C"/>
    <w:rsid w:val="00C44B50"/>
    <w:rsid w:val="00C503DC"/>
    <w:rsid w:val="00C509AE"/>
    <w:rsid w:val="00C51084"/>
    <w:rsid w:val="00C5126D"/>
    <w:rsid w:val="00C515EC"/>
    <w:rsid w:val="00C660D7"/>
    <w:rsid w:val="00C663F0"/>
    <w:rsid w:val="00C66B1F"/>
    <w:rsid w:val="00C679D3"/>
    <w:rsid w:val="00C7275E"/>
    <w:rsid w:val="00C75C72"/>
    <w:rsid w:val="00C76644"/>
    <w:rsid w:val="00C76B22"/>
    <w:rsid w:val="00C77E15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7F10"/>
    <w:rsid w:val="00CD0CB2"/>
    <w:rsid w:val="00CD111E"/>
    <w:rsid w:val="00CD430D"/>
    <w:rsid w:val="00CD5A73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282D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209"/>
    <w:rsid w:val="00DE2860"/>
    <w:rsid w:val="00DE490D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5031E"/>
    <w:rsid w:val="00E53731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3266"/>
    <w:rsid w:val="00EB78CA"/>
    <w:rsid w:val="00EB79C7"/>
    <w:rsid w:val="00EC1F3A"/>
    <w:rsid w:val="00ED0F44"/>
    <w:rsid w:val="00ED0F48"/>
    <w:rsid w:val="00EE095B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0E91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80EBA5-59BC-4F6C-A68A-9F658CB4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313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96A"/>
    <w:rPr>
      <w:rFonts w:ascii="Arial" w:hAnsi="Arial"/>
      <w:color w:val="000000"/>
      <w:sz w:val="16"/>
    </w:r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75225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177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uiPriority w:val="99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1177"/>
    <w:rPr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sid w:val="00C41177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EB0A0-4501-4C0D-A45D-93D57D90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963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467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68</cp:revision>
  <cp:lastPrinted>2022-08-09T10:31:00Z</cp:lastPrinted>
  <dcterms:created xsi:type="dcterms:W3CDTF">2021-09-03T09:27:00Z</dcterms:created>
  <dcterms:modified xsi:type="dcterms:W3CDTF">2022-08-09T10:31:00Z</dcterms:modified>
</cp:coreProperties>
</file>